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7B1BF" w14:textId="4C406E63" w:rsidR="000D5C1B" w:rsidRDefault="000D5C1B"/>
    <w:p w14:paraId="50E070F6" w14:textId="77777777" w:rsidR="00FE6A04" w:rsidRDefault="00FE6A04" w:rsidP="00FE6A04"/>
    <w:p w14:paraId="4D5A6961" w14:textId="77777777" w:rsidR="00FE6A04" w:rsidRPr="009E580E" w:rsidRDefault="00FE6A04" w:rsidP="00FE6A04">
      <w:pPr>
        <w:spacing w:before="100" w:beforeAutospacing="1" w:after="100" w:afterAutospacing="1"/>
        <w:jc w:val="center"/>
        <w:rPr>
          <w:rFonts w:eastAsia="Times New Roman" w:cstheme="minorHAnsi"/>
          <w:b/>
          <w:sz w:val="48"/>
          <w:szCs w:val="48"/>
          <w:lang w:eastAsia="it-IT"/>
        </w:rPr>
      </w:pPr>
      <w:r w:rsidRPr="009E580E">
        <w:rPr>
          <w:rFonts w:eastAsia="Times New Roman" w:cstheme="minorHAnsi"/>
          <w:b/>
          <w:sz w:val="48"/>
          <w:szCs w:val="48"/>
          <w:lang w:eastAsia="it-IT"/>
        </w:rPr>
        <w:t>CYBER 4.0</w:t>
      </w:r>
    </w:p>
    <w:p w14:paraId="208995A4" w14:textId="77777777" w:rsidR="00FE6A04" w:rsidRPr="009E580E" w:rsidRDefault="00FE6A04" w:rsidP="00FE6A04">
      <w:pPr>
        <w:spacing w:before="100" w:beforeAutospacing="1" w:after="100" w:afterAutospacing="1"/>
        <w:jc w:val="center"/>
        <w:rPr>
          <w:rFonts w:eastAsia="Times New Roman" w:cstheme="minorHAnsi"/>
          <w:b/>
          <w:sz w:val="48"/>
          <w:szCs w:val="48"/>
          <w:lang w:eastAsia="it-IT"/>
        </w:rPr>
      </w:pPr>
      <w:r w:rsidRPr="009E580E">
        <w:rPr>
          <w:rFonts w:eastAsia="Times New Roman" w:cstheme="minorHAnsi"/>
          <w:b/>
          <w:sz w:val="48"/>
          <w:szCs w:val="48"/>
          <w:lang w:eastAsia="it-IT"/>
        </w:rPr>
        <w:t>COMPETENCE CENTRE</w:t>
      </w:r>
    </w:p>
    <w:p w14:paraId="593E8187" w14:textId="77777777" w:rsidR="00FE6A04" w:rsidRDefault="00FE6A04" w:rsidP="00FE6A04">
      <w:pPr>
        <w:spacing w:before="100" w:beforeAutospacing="1" w:after="100" w:afterAutospacing="1"/>
        <w:jc w:val="both"/>
        <w:rPr>
          <w:rFonts w:ascii="Calibri" w:eastAsia="Times New Roman" w:hAnsi="Calibri" w:cs="Calibri"/>
          <w:bCs/>
          <w:lang w:eastAsia="it-IT"/>
        </w:rPr>
      </w:pPr>
    </w:p>
    <w:p w14:paraId="4DFC06C9" w14:textId="77777777" w:rsidR="00FE6A04" w:rsidRPr="004C06A1" w:rsidRDefault="00FE6A04" w:rsidP="00FE6A04">
      <w:pPr>
        <w:spacing w:before="100" w:beforeAutospacing="1" w:after="100" w:afterAutospacing="1"/>
        <w:jc w:val="both"/>
        <w:rPr>
          <w:rFonts w:ascii="Calibri" w:eastAsia="Times New Roman" w:hAnsi="Calibri" w:cs="Calibri"/>
          <w:bCs/>
          <w:lang w:eastAsia="it-IT"/>
        </w:rPr>
      </w:pPr>
    </w:p>
    <w:p w14:paraId="589D38B1" w14:textId="77777777" w:rsidR="00FE6A04" w:rsidRDefault="00FE6A04" w:rsidP="00FE6A04">
      <w:pPr>
        <w:jc w:val="center"/>
        <w:rPr>
          <w:b/>
        </w:rPr>
      </w:pPr>
      <w:r>
        <w:rPr>
          <w:b/>
        </w:rPr>
        <w:t>MODELLO D</w:t>
      </w:r>
    </w:p>
    <w:p w14:paraId="2294B8D1" w14:textId="77777777" w:rsidR="00FE6A04" w:rsidRDefault="00FE6A04" w:rsidP="00FE6A04">
      <w:pPr>
        <w:jc w:val="center"/>
      </w:pPr>
      <w:r w:rsidRPr="009B316E">
        <w:rPr>
          <w:b/>
        </w:rPr>
        <w:t xml:space="preserve">MODELLO DI </w:t>
      </w:r>
      <w:r>
        <w:rPr>
          <w:b/>
        </w:rPr>
        <w:t>SCHEDA ANAGRAFICA E AUTOCERTIFICAZIONE AI SENSI DEL DPR 445/2000</w:t>
      </w:r>
      <w:r w:rsidRPr="009B316E">
        <w:rPr>
          <w:b/>
        </w:rPr>
        <w:br/>
      </w:r>
    </w:p>
    <w:p w14:paraId="3E82ED96" w14:textId="77777777" w:rsidR="00FE6A04" w:rsidRDefault="00FE6A04" w:rsidP="00FE6A04">
      <w:pPr>
        <w:jc w:val="center"/>
      </w:pPr>
    </w:p>
    <w:p w14:paraId="3FE16E28" w14:textId="77777777" w:rsidR="00FE6A04" w:rsidRDefault="00FE6A04" w:rsidP="00FE6A04">
      <w:pPr>
        <w:jc w:val="center"/>
      </w:pPr>
      <w:r>
        <w:t>BANDO SELEZIONE PROGETTI</w:t>
      </w:r>
      <w:r w:rsidRPr="009B316E">
        <w:t xml:space="preserve"> DI INNOVAZIONE, RICERCA INDUSTRIALE E SVILUPPO SPERIMENTALE</w:t>
      </w:r>
    </w:p>
    <w:p w14:paraId="464BC621" w14:textId="77777777" w:rsidR="00FE6A04" w:rsidRPr="009B316E" w:rsidRDefault="00FE6A04" w:rsidP="00FE6A04">
      <w:pPr>
        <w:jc w:val="center"/>
        <w:rPr>
          <w:b/>
        </w:rPr>
      </w:pPr>
    </w:p>
    <w:p w14:paraId="63FCB268" w14:textId="77777777" w:rsidR="00FE6A04" w:rsidRPr="004C06A1" w:rsidRDefault="00FE6A04" w:rsidP="00FE6A04">
      <w:pPr>
        <w:jc w:val="center"/>
        <w:rPr>
          <w:rFonts w:ascii="Calibri" w:eastAsia="Times New Roman" w:hAnsi="Calibri" w:cs="Calibri"/>
          <w:bCs/>
          <w:lang w:eastAsia="it-IT"/>
        </w:rPr>
      </w:pPr>
    </w:p>
    <w:p w14:paraId="7055387D" w14:textId="77777777" w:rsidR="00FE6A04" w:rsidRDefault="00FE6A04" w:rsidP="00FE6A04">
      <w:pPr>
        <w:spacing w:before="100" w:beforeAutospacing="1" w:after="100" w:afterAutospacing="1"/>
        <w:jc w:val="both"/>
        <w:rPr>
          <w:rFonts w:ascii="Calibri" w:eastAsia="Times New Roman" w:hAnsi="Calibri" w:cs="Calibri"/>
          <w:bCs/>
          <w:lang w:eastAsia="it-IT"/>
        </w:rPr>
      </w:pPr>
    </w:p>
    <w:p w14:paraId="10650528" w14:textId="77777777" w:rsidR="00FE6A04" w:rsidRDefault="00FE6A04" w:rsidP="00FE6A04">
      <w:pPr>
        <w:spacing w:before="100" w:beforeAutospacing="1" w:after="100" w:afterAutospacing="1"/>
        <w:jc w:val="both"/>
        <w:rPr>
          <w:rFonts w:ascii="Calibri" w:eastAsia="Times New Roman" w:hAnsi="Calibri" w:cs="Calibri"/>
          <w:bCs/>
          <w:lang w:eastAsia="it-IT"/>
        </w:rPr>
      </w:pPr>
    </w:p>
    <w:p w14:paraId="0E8378AC" w14:textId="77777777" w:rsidR="00FE6A04" w:rsidRDefault="00FE6A04" w:rsidP="00FE6A04">
      <w:pPr>
        <w:spacing w:before="100" w:beforeAutospacing="1" w:after="100" w:afterAutospacing="1"/>
        <w:jc w:val="both"/>
        <w:rPr>
          <w:rFonts w:ascii="Calibri" w:eastAsia="Times New Roman" w:hAnsi="Calibri" w:cs="Calibri"/>
          <w:bCs/>
          <w:lang w:eastAsia="it-IT"/>
        </w:rPr>
      </w:pPr>
    </w:p>
    <w:p w14:paraId="64B9073E" w14:textId="77777777" w:rsidR="00FE6A04" w:rsidRDefault="00FE6A04" w:rsidP="00FE6A04">
      <w:pPr>
        <w:spacing w:before="100" w:beforeAutospacing="1" w:after="100" w:afterAutospacing="1"/>
        <w:jc w:val="both"/>
        <w:rPr>
          <w:rFonts w:ascii="Calibri" w:eastAsia="Times New Roman" w:hAnsi="Calibri" w:cs="Calibri"/>
          <w:bCs/>
          <w:lang w:eastAsia="it-IT"/>
        </w:rPr>
      </w:pPr>
    </w:p>
    <w:p w14:paraId="2957CE89" w14:textId="77777777" w:rsidR="00FE6A04" w:rsidRDefault="00FE6A04" w:rsidP="00FE6A04">
      <w:pPr>
        <w:spacing w:before="100" w:beforeAutospacing="1" w:after="100" w:afterAutospacing="1"/>
        <w:jc w:val="both"/>
        <w:rPr>
          <w:rFonts w:ascii="Calibri" w:eastAsia="Times New Roman" w:hAnsi="Calibri" w:cs="Calibri"/>
          <w:bCs/>
          <w:lang w:eastAsia="it-IT"/>
        </w:rPr>
      </w:pPr>
    </w:p>
    <w:p w14:paraId="289B1EA9" w14:textId="77777777" w:rsidR="00FE6A04" w:rsidRDefault="00FE6A04" w:rsidP="00FE6A04">
      <w:pPr>
        <w:spacing w:before="100" w:beforeAutospacing="1" w:after="100" w:afterAutospacing="1"/>
        <w:jc w:val="both"/>
        <w:rPr>
          <w:rFonts w:ascii="Calibri" w:eastAsia="Times New Roman" w:hAnsi="Calibri" w:cs="Calibri"/>
          <w:bCs/>
          <w:lang w:eastAsia="it-IT"/>
        </w:rPr>
      </w:pPr>
    </w:p>
    <w:p w14:paraId="61F3F868" w14:textId="77777777" w:rsidR="00FE6A04" w:rsidRPr="009B316E" w:rsidRDefault="00FE6A04" w:rsidP="00FE6A04">
      <w:pPr>
        <w:pStyle w:val="TestoTabelle"/>
        <w:jc w:val="both"/>
        <w:rPr>
          <w:u w:val="single"/>
          <w:lang w:val="it-IT"/>
        </w:rPr>
      </w:pPr>
      <w:r w:rsidRPr="009B316E">
        <w:rPr>
          <w:u w:val="single"/>
          <w:lang w:val="it-IT"/>
        </w:rPr>
        <w:t>Istruzioni alla compilazione:</w:t>
      </w:r>
    </w:p>
    <w:p w14:paraId="678DA4C4" w14:textId="77777777" w:rsidR="00FE6A04" w:rsidRPr="00DA2605" w:rsidRDefault="00FE6A04" w:rsidP="00FE6A04">
      <w:pPr>
        <w:pStyle w:val="TestoTabelle"/>
        <w:jc w:val="both"/>
        <w:rPr>
          <w:lang w:val="it-IT"/>
        </w:rPr>
      </w:pPr>
      <w:r>
        <w:rPr>
          <w:lang w:val="it-IT"/>
        </w:rPr>
        <w:t>L’azienda proponente dovrà compilare la scheda di seguito riportata e firmarla digitalmente. In caso di progetto aggregato, ciascuna delle aziende proponenti dovrà compilare la scheda come sopra descritto, ma il PDF finale dovrà contenere la raccolta delle schede in un unico file.</w:t>
      </w:r>
    </w:p>
    <w:p w14:paraId="3FF6DE20" w14:textId="77777777" w:rsidR="00FE6A04" w:rsidRDefault="00FE6A04" w:rsidP="00FE6A04">
      <w:pPr>
        <w:pStyle w:val="TestoTabelle"/>
        <w:jc w:val="both"/>
        <w:rPr>
          <w:lang w:val="it-IT"/>
        </w:rPr>
      </w:pPr>
      <w:r w:rsidRPr="009B316E">
        <w:rPr>
          <w:lang w:val="it-IT"/>
        </w:rPr>
        <w:br w:type="page"/>
      </w:r>
    </w:p>
    <w:p w14:paraId="7CB4532E" w14:textId="77777777" w:rsidR="00FE6A04" w:rsidRPr="009E580E" w:rsidRDefault="00FE6A04" w:rsidP="00FE6A04">
      <w:pPr>
        <w:jc w:val="center"/>
        <w:rPr>
          <w:b/>
          <w:bCs/>
          <w:sz w:val="28"/>
          <w:szCs w:val="32"/>
        </w:rPr>
      </w:pPr>
      <w:r w:rsidRPr="009E580E">
        <w:rPr>
          <w:b/>
          <w:sz w:val="28"/>
          <w:szCs w:val="32"/>
        </w:rPr>
        <w:lastRenderedPageBreak/>
        <w:t>DICHIARAZIONE SOSTITUTIVA</w:t>
      </w:r>
    </w:p>
    <w:p w14:paraId="2CE7F895" w14:textId="77777777" w:rsidR="00FE6A04" w:rsidRPr="009E580E" w:rsidRDefault="00FE6A04" w:rsidP="00FE6A04">
      <w:pPr>
        <w:jc w:val="center"/>
        <w:rPr>
          <w:b/>
          <w:bCs/>
          <w:sz w:val="28"/>
          <w:szCs w:val="32"/>
        </w:rPr>
      </w:pPr>
      <w:r w:rsidRPr="009E580E">
        <w:rPr>
          <w:b/>
          <w:sz w:val="28"/>
          <w:szCs w:val="32"/>
        </w:rPr>
        <w:t xml:space="preserve">ai sensi del D.P.R. n. 445 del 28/12/2000 e </w:t>
      </w:r>
      <w:proofErr w:type="spellStart"/>
      <w:r w:rsidRPr="009E580E">
        <w:rPr>
          <w:b/>
          <w:sz w:val="28"/>
          <w:szCs w:val="32"/>
        </w:rPr>
        <w:t>ss.mm.ii</w:t>
      </w:r>
      <w:proofErr w:type="spellEnd"/>
      <w:r w:rsidRPr="009E580E">
        <w:rPr>
          <w:b/>
          <w:sz w:val="28"/>
          <w:szCs w:val="32"/>
        </w:rPr>
        <w:t>.</w:t>
      </w:r>
    </w:p>
    <w:p w14:paraId="5A38431F" w14:textId="77777777" w:rsidR="00FE6A04" w:rsidRDefault="00FE6A04" w:rsidP="00FE6A04"/>
    <w:p w14:paraId="3B73D1AE" w14:textId="77777777" w:rsidR="00FE6A04" w:rsidRDefault="00FE6A04" w:rsidP="00FE6A04">
      <w:pPr>
        <w:spacing w:after="120" w:line="320" w:lineRule="atLeast"/>
        <w:jc w:val="both"/>
      </w:pPr>
      <w:r w:rsidRPr="00CD0C4D">
        <w:t xml:space="preserve">Il/La Sottoscritto/a ______________________________ nato/a </w:t>
      </w:r>
      <w:proofErr w:type="spellStart"/>
      <w:r w:rsidRPr="00CD0C4D">
        <w:t>a</w:t>
      </w:r>
      <w:proofErr w:type="spellEnd"/>
      <w:r w:rsidRPr="00CD0C4D">
        <w:t xml:space="preserve"> ________________________ prov. ___ il _______________ residente a _______________________________________ prov. ___ in via _______________________________ n. ________, in qualità di</w:t>
      </w:r>
      <w:r>
        <w:t xml:space="preserve"> </w:t>
      </w:r>
      <w:r w:rsidRPr="004C1753">
        <w:t>legale rappresentante della società</w:t>
      </w:r>
    </w:p>
    <w:p w14:paraId="653FDCBF" w14:textId="77777777" w:rsidR="00FE6A04" w:rsidRPr="009B316E" w:rsidRDefault="00FE6A04" w:rsidP="00FE6A04">
      <w:pPr>
        <w:pStyle w:val="TestoTabelle"/>
        <w:spacing w:after="120" w:line="320" w:lineRule="atLeast"/>
        <w:jc w:val="both"/>
        <w:rPr>
          <w:lang w:val="it-IT"/>
        </w:rPr>
      </w:pPr>
    </w:p>
    <w:tbl>
      <w:tblPr>
        <w:tblStyle w:val="Grigliatabella"/>
        <w:tblW w:w="0" w:type="auto"/>
        <w:tblCellMar>
          <w:top w:w="28" w:type="dxa"/>
          <w:bottom w:w="28" w:type="dxa"/>
        </w:tblCellMar>
        <w:tblLook w:val="04A0" w:firstRow="1" w:lastRow="0" w:firstColumn="1" w:lastColumn="0" w:noHBand="0" w:noVBand="1"/>
      </w:tblPr>
      <w:tblGrid>
        <w:gridCol w:w="2972"/>
        <w:gridCol w:w="6650"/>
      </w:tblGrid>
      <w:tr w:rsidR="00FE6A04" w:rsidRPr="00FD78F6" w14:paraId="6B8C3E24" w14:textId="77777777" w:rsidTr="00FD48A1">
        <w:tc>
          <w:tcPr>
            <w:tcW w:w="9622" w:type="dxa"/>
            <w:gridSpan w:val="2"/>
            <w:shd w:val="clear" w:color="auto" w:fill="E7E6E6" w:themeFill="background2"/>
          </w:tcPr>
          <w:p w14:paraId="5E0471BD" w14:textId="77777777" w:rsidR="00FE6A04" w:rsidRPr="00FD78F6" w:rsidRDefault="00FE6A04" w:rsidP="00FD48A1">
            <w:pPr>
              <w:spacing w:before="100" w:beforeAutospacing="1" w:after="120" w:line="320" w:lineRule="atLeast"/>
              <w:jc w:val="both"/>
              <w:rPr>
                <w:rFonts w:ascii="Calibri" w:eastAsia="Times New Roman" w:hAnsi="Calibri" w:cs="Calibri"/>
                <w:b/>
                <w:bCs/>
                <w:lang w:eastAsia="it-IT"/>
              </w:rPr>
            </w:pPr>
            <w:r w:rsidRPr="00FD78F6">
              <w:rPr>
                <w:rFonts w:ascii="Calibri" w:eastAsia="Times New Roman" w:hAnsi="Calibri" w:cs="Calibri"/>
                <w:b/>
                <w:bCs/>
                <w:lang w:eastAsia="it-IT"/>
              </w:rPr>
              <w:t>Anagrafica Azienda Proponente</w:t>
            </w:r>
          </w:p>
        </w:tc>
      </w:tr>
      <w:tr w:rsidR="00FE6A04" w:rsidRPr="00FD78F6" w14:paraId="2DD1C7BF" w14:textId="77777777" w:rsidTr="00FD48A1">
        <w:tc>
          <w:tcPr>
            <w:tcW w:w="2972" w:type="dxa"/>
          </w:tcPr>
          <w:p w14:paraId="7E38ED26"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Ragione Sociale</w:t>
            </w:r>
          </w:p>
        </w:tc>
        <w:tc>
          <w:tcPr>
            <w:tcW w:w="6650" w:type="dxa"/>
          </w:tcPr>
          <w:p w14:paraId="68EED798"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p>
        </w:tc>
      </w:tr>
      <w:tr w:rsidR="00FE6A04" w:rsidRPr="00FD78F6" w14:paraId="4D0F7F86" w14:textId="77777777" w:rsidTr="00FD48A1">
        <w:tc>
          <w:tcPr>
            <w:tcW w:w="2972" w:type="dxa"/>
          </w:tcPr>
          <w:p w14:paraId="63E8C8F2"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Indirizzo (sede legale)</w:t>
            </w:r>
          </w:p>
        </w:tc>
        <w:tc>
          <w:tcPr>
            <w:tcW w:w="6650" w:type="dxa"/>
          </w:tcPr>
          <w:p w14:paraId="7471CE97"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r>
              <w:rPr>
                <w:rFonts w:ascii="Calibri" w:eastAsia="Times New Roman" w:hAnsi="Calibri" w:cs="Calibri"/>
                <w:bCs/>
                <w:lang w:eastAsia="it-IT"/>
              </w:rPr>
              <w:t>[</w:t>
            </w:r>
            <w:r w:rsidRPr="00FD78F6">
              <w:rPr>
                <w:rFonts w:ascii="Calibri" w:eastAsia="Times New Roman" w:hAnsi="Calibri" w:cs="Calibri"/>
                <w:bCs/>
                <w:lang w:eastAsia="it-IT"/>
              </w:rPr>
              <w:t>Via/Piazza, Numero Civico</w:t>
            </w:r>
            <w:r>
              <w:rPr>
                <w:rFonts w:ascii="Calibri" w:eastAsia="Times New Roman" w:hAnsi="Calibri" w:cs="Calibri"/>
                <w:bCs/>
                <w:lang w:eastAsia="it-IT"/>
              </w:rPr>
              <w:t>]</w:t>
            </w:r>
            <w:r w:rsidRPr="00FD78F6">
              <w:rPr>
                <w:rFonts w:ascii="Calibri" w:eastAsia="Times New Roman" w:hAnsi="Calibri" w:cs="Calibri"/>
                <w:bCs/>
                <w:lang w:eastAsia="it-IT"/>
              </w:rPr>
              <w:br/>
            </w:r>
            <w:r>
              <w:rPr>
                <w:rFonts w:ascii="Calibri" w:eastAsia="Times New Roman" w:hAnsi="Calibri" w:cs="Calibri"/>
                <w:bCs/>
                <w:lang w:eastAsia="it-IT"/>
              </w:rPr>
              <w:t>[</w:t>
            </w:r>
            <w:r w:rsidRPr="00FD78F6">
              <w:rPr>
                <w:rFonts w:ascii="Calibri" w:eastAsia="Times New Roman" w:hAnsi="Calibri" w:cs="Calibri"/>
                <w:bCs/>
                <w:lang w:eastAsia="it-IT"/>
              </w:rPr>
              <w:t>CAP, Città, Provincia</w:t>
            </w:r>
            <w:r>
              <w:rPr>
                <w:rFonts w:ascii="Calibri" w:eastAsia="Times New Roman" w:hAnsi="Calibri" w:cs="Calibri"/>
                <w:bCs/>
                <w:lang w:eastAsia="it-IT"/>
              </w:rPr>
              <w:t>]</w:t>
            </w:r>
          </w:p>
        </w:tc>
      </w:tr>
      <w:tr w:rsidR="00FE6A04" w:rsidRPr="00FD78F6" w14:paraId="368AADCE" w14:textId="77777777" w:rsidTr="00FD48A1">
        <w:tc>
          <w:tcPr>
            <w:tcW w:w="2972" w:type="dxa"/>
          </w:tcPr>
          <w:p w14:paraId="669C1D81"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Telefono</w:t>
            </w:r>
          </w:p>
        </w:tc>
        <w:tc>
          <w:tcPr>
            <w:tcW w:w="6650" w:type="dxa"/>
          </w:tcPr>
          <w:p w14:paraId="0E24D84D"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p>
        </w:tc>
      </w:tr>
      <w:tr w:rsidR="00FE6A04" w:rsidRPr="00FD78F6" w14:paraId="6605AA2A" w14:textId="77777777" w:rsidTr="00FD48A1">
        <w:tc>
          <w:tcPr>
            <w:tcW w:w="2972" w:type="dxa"/>
          </w:tcPr>
          <w:p w14:paraId="013A9BA5"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E-mail</w:t>
            </w:r>
          </w:p>
        </w:tc>
        <w:tc>
          <w:tcPr>
            <w:tcW w:w="6650" w:type="dxa"/>
          </w:tcPr>
          <w:p w14:paraId="4071BA52"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p>
        </w:tc>
      </w:tr>
      <w:tr w:rsidR="00FE6A04" w:rsidRPr="00FD78F6" w14:paraId="795BE9FE" w14:textId="77777777" w:rsidTr="00FD48A1">
        <w:tc>
          <w:tcPr>
            <w:tcW w:w="2972" w:type="dxa"/>
          </w:tcPr>
          <w:p w14:paraId="025DF26A"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PEC</w:t>
            </w:r>
          </w:p>
        </w:tc>
        <w:tc>
          <w:tcPr>
            <w:tcW w:w="6650" w:type="dxa"/>
          </w:tcPr>
          <w:p w14:paraId="69298839"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p>
        </w:tc>
      </w:tr>
      <w:tr w:rsidR="00FE6A04" w:rsidRPr="00FD78F6" w14:paraId="62C1B674" w14:textId="77777777" w:rsidTr="00FD48A1">
        <w:tc>
          <w:tcPr>
            <w:tcW w:w="2972" w:type="dxa"/>
          </w:tcPr>
          <w:p w14:paraId="562CACB5"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Codice Fiscale / P.IVA</w:t>
            </w:r>
          </w:p>
        </w:tc>
        <w:tc>
          <w:tcPr>
            <w:tcW w:w="6650" w:type="dxa"/>
          </w:tcPr>
          <w:p w14:paraId="0AEA8A20"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p>
        </w:tc>
      </w:tr>
      <w:tr w:rsidR="00FE6A04" w:rsidRPr="00FD78F6" w14:paraId="3634FAE6" w14:textId="77777777" w:rsidTr="00FD48A1">
        <w:tc>
          <w:tcPr>
            <w:tcW w:w="2972" w:type="dxa"/>
          </w:tcPr>
          <w:p w14:paraId="3C816F43"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N. iscrizione al REA</w:t>
            </w:r>
          </w:p>
        </w:tc>
        <w:tc>
          <w:tcPr>
            <w:tcW w:w="6650" w:type="dxa"/>
          </w:tcPr>
          <w:p w14:paraId="4C961F20"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p>
        </w:tc>
      </w:tr>
      <w:tr w:rsidR="00FE6A04" w:rsidRPr="00FD78F6" w14:paraId="143CCFCF" w14:textId="77777777" w:rsidTr="00FD48A1">
        <w:tc>
          <w:tcPr>
            <w:tcW w:w="2972" w:type="dxa"/>
          </w:tcPr>
          <w:p w14:paraId="298A0F17"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ATECO</w:t>
            </w:r>
          </w:p>
        </w:tc>
        <w:tc>
          <w:tcPr>
            <w:tcW w:w="6650" w:type="dxa"/>
          </w:tcPr>
          <w:p w14:paraId="3071AE69"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p>
        </w:tc>
      </w:tr>
      <w:tr w:rsidR="00FE6A04" w:rsidRPr="00FD78F6" w14:paraId="0B942341" w14:textId="77777777" w:rsidTr="00FD48A1">
        <w:tc>
          <w:tcPr>
            <w:tcW w:w="2972" w:type="dxa"/>
          </w:tcPr>
          <w:p w14:paraId="7BFCED9F"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Pr>
                <w:rFonts w:ascii="Calibri" w:eastAsia="Times New Roman" w:hAnsi="Calibri" w:cs="Calibri"/>
                <w:bCs/>
                <w:lang w:eastAsia="it-IT"/>
              </w:rPr>
              <w:t xml:space="preserve">Categoria Impresa </w:t>
            </w:r>
            <w:r w:rsidRPr="00DE43C4">
              <w:rPr>
                <w:rFonts w:ascii="Calibri" w:eastAsia="Times New Roman" w:hAnsi="Calibri" w:cs="Calibri"/>
                <w:bCs/>
                <w:sz w:val="20"/>
                <w:lang w:eastAsia="it-IT"/>
              </w:rPr>
              <w:t>(barrare)</w:t>
            </w:r>
          </w:p>
        </w:tc>
        <w:tc>
          <w:tcPr>
            <w:tcW w:w="6650" w:type="dxa"/>
          </w:tcPr>
          <w:p w14:paraId="3134DA29" w14:textId="77777777" w:rsidR="00FE6A04" w:rsidRDefault="00FE6A04" w:rsidP="00FD48A1">
            <w:pPr>
              <w:tabs>
                <w:tab w:val="left" w:pos="1454"/>
                <w:tab w:val="left" w:pos="3014"/>
                <w:tab w:val="left" w:pos="4431"/>
              </w:tabs>
              <w:spacing w:after="120" w:line="320" w:lineRule="atLeast"/>
              <w:rPr>
                <w:rFonts w:ascii="Calibri" w:eastAsia="Times New Roman" w:hAnsi="Calibri" w:cs="Calibri"/>
                <w:bCs/>
                <w:lang w:eastAsia="it-IT"/>
              </w:rPr>
            </w:pPr>
            <w:r>
              <w:rPr>
                <w:rFonts w:ascii="Wingdings" w:eastAsia="Times New Roman" w:hAnsi="Wingdings" w:cs="Calibri"/>
                <w:bCs/>
                <w:lang w:eastAsia="it-IT"/>
              </w:rPr>
              <w:sym w:font="Wingdings" w:char="F06F"/>
            </w:r>
            <w:r>
              <w:rPr>
                <w:rFonts w:ascii="Calibri" w:eastAsia="Times New Roman" w:hAnsi="Calibri" w:cs="Calibri"/>
                <w:bCs/>
                <w:lang w:eastAsia="it-IT"/>
              </w:rPr>
              <w:t xml:space="preserve"> Micro</w:t>
            </w:r>
            <w:r>
              <w:rPr>
                <w:rFonts w:ascii="Calibri" w:eastAsia="Times New Roman" w:hAnsi="Calibri" w:cs="Calibri"/>
                <w:bCs/>
                <w:lang w:eastAsia="it-IT"/>
              </w:rPr>
              <w:tab/>
            </w:r>
            <w:r>
              <w:rPr>
                <w:rFonts w:ascii="Wingdings" w:eastAsia="Times New Roman" w:hAnsi="Wingdings" w:cs="Calibri"/>
                <w:bCs/>
                <w:lang w:eastAsia="it-IT"/>
              </w:rPr>
              <w:sym w:font="Wingdings" w:char="F06F"/>
            </w:r>
            <w:r>
              <w:rPr>
                <w:rFonts w:ascii="Calibri" w:eastAsia="Times New Roman" w:hAnsi="Calibri" w:cs="Calibri"/>
                <w:bCs/>
                <w:lang w:eastAsia="it-IT"/>
              </w:rPr>
              <w:t xml:space="preserve"> Piccola</w:t>
            </w:r>
            <w:r>
              <w:rPr>
                <w:rFonts w:ascii="Calibri" w:eastAsia="Times New Roman" w:hAnsi="Calibri" w:cs="Calibri"/>
                <w:bCs/>
                <w:lang w:eastAsia="it-IT"/>
              </w:rPr>
              <w:tab/>
            </w:r>
            <w:r>
              <w:rPr>
                <w:rFonts w:ascii="Wingdings" w:eastAsia="Times New Roman" w:hAnsi="Wingdings" w:cs="Calibri"/>
                <w:bCs/>
                <w:lang w:eastAsia="it-IT"/>
              </w:rPr>
              <w:sym w:font="Wingdings" w:char="F06F"/>
            </w:r>
            <w:r>
              <w:rPr>
                <w:rFonts w:ascii="Calibri" w:eastAsia="Times New Roman" w:hAnsi="Calibri" w:cs="Calibri"/>
                <w:bCs/>
                <w:lang w:eastAsia="it-IT"/>
              </w:rPr>
              <w:t xml:space="preserve"> Media</w:t>
            </w:r>
            <w:r>
              <w:rPr>
                <w:rFonts w:ascii="Calibri" w:eastAsia="Times New Roman" w:hAnsi="Calibri" w:cs="Calibri"/>
                <w:bCs/>
                <w:lang w:eastAsia="it-IT"/>
              </w:rPr>
              <w:tab/>
            </w:r>
            <w:r>
              <w:rPr>
                <w:rFonts w:ascii="Wingdings" w:eastAsia="Times New Roman" w:hAnsi="Wingdings" w:cs="Calibri"/>
                <w:bCs/>
                <w:lang w:eastAsia="it-IT"/>
              </w:rPr>
              <w:sym w:font="Wingdings" w:char="F06F"/>
            </w:r>
            <w:r>
              <w:rPr>
                <w:rFonts w:ascii="Calibri" w:eastAsia="Times New Roman" w:hAnsi="Calibri" w:cs="Calibri"/>
                <w:bCs/>
                <w:lang w:eastAsia="it-IT"/>
              </w:rPr>
              <w:t xml:space="preserve"> Grande </w:t>
            </w:r>
          </w:p>
          <w:p w14:paraId="53A211DD" w14:textId="77777777" w:rsidR="00FE6A04" w:rsidRPr="00FD78F6" w:rsidRDefault="00FE6A04" w:rsidP="00FD48A1">
            <w:pPr>
              <w:tabs>
                <w:tab w:val="left" w:pos="3155"/>
              </w:tabs>
              <w:spacing w:after="120" w:line="320" w:lineRule="atLeast"/>
              <w:rPr>
                <w:rFonts w:ascii="Calibri" w:eastAsia="Times New Roman" w:hAnsi="Calibri" w:cs="Calibri"/>
                <w:bCs/>
                <w:lang w:eastAsia="it-IT"/>
              </w:rPr>
            </w:pPr>
            <w:r w:rsidRPr="00DE43C4">
              <w:rPr>
                <w:rFonts w:ascii="Calibri" w:eastAsia="Times New Roman" w:hAnsi="Calibri" w:cs="Calibri"/>
                <w:bCs/>
                <w:sz w:val="16"/>
                <w:lang w:eastAsia="it-IT"/>
              </w:rPr>
              <w:t>come definite con Raccomandazione della Commissione Europea 2003/361/CE del 6 maggio 2003</w:t>
            </w:r>
          </w:p>
        </w:tc>
      </w:tr>
      <w:tr w:rsidR="00FE6A04" w:rsidRPr="00FD78F6" w14:paraId="13FF2029" w14:textId="77777777" w:rsidTr="00FD48A1">
        <w:tc>
          <w:tcPr>
            <w:tcW w:w="2972" w:type="dxa"/>
          </w:tcPr>
          <w:p w14:paraId="4D193188" w14:textId="77777777" w:rsidR="00FE6A04" w:rsidRDefault="00FE6A04" w:rsidP="00FD48A1">
            <w:pPr>
              <w:spacing w:before="100" w:beforeAutospacing="1" w:after="120" w:line="320" w:lineRule="atLeast"/>
              <w:jc w:val="both"/>
              <w:rPr>
                <w:rFonts w:ascii="Calibri" w:eastAsia="Times New Roman" w:hAnsi="Calibri" w:cs="Calibri"/>
                <w:bCs/>
                <w:lang w:eastAsia="it-IT"/>
              </w:rPr>
            </w:pPr>
            <w:r>
              <w:rPr>
                <w:rFonts w:ascii="Calibri" w:eastAsia="Times New Roman" w:hAnsi="Calibri" w:cs="Calibri"/>
                <w:bCs/>
                <w:lang w:eastAsia="it-IT"/>
              </w:rPr>
              <w:t>Rating di legalità</w:t>
            </w:r>
            <w:r w:rsidRPr="00DE43C4">
              <w:rPr>
                <w:rFonts w:ascii="Calibri" w:eastAsia="Times New Roman" w:hAnsi="Calibri" w:cs="Calibri"/>
                <w:bCs/>
                <w:sz w:val="20"/>
                <w:lang w:eastAsia="it-IT"/>
              </w:rPr>
              <w:t xml:space="preserve"> (se disponibile)</w:t>
            </w:r>
          </w:p>
        </w:tc>
        <w:tc>
          <w:tcPr>
            <w:tcW w:w="6650" w:type="dxa"/>
          </w:tcPr>
          <w:p w14:paraId="5A8DFBBB" w14:textId="77777777" w:rsidR="00FE6A04" w:rsidRPr="00DE43C4" w:rsidRDefault="00FE6A04" w:rsidP="00FD48A1">
            <w:pPr>
              <w:tabs>
                <w:tab w:val="left" w:pos="3155"/>
              </w:tabs>
              <w:spacing w:after="120" w:line="320" w:lineRule="atLeast"/>
              <w:rPr>
                <w:rFonts w:eastAsia="Times New Roman" w:cstheme="minorHAnsi"/>
                <w:bCs/>
                <w:lang w:eastAsia="it-IT"/>
              </w:rPr>
            </w:pPr>
          </w:p>
        </w:tc>
      </w:tr>
    </w:tbl>
    <w:p w14:paraId="3D817599" w14:textId="77777777" w:rsidR="00FE6A04" w:rsidRPr="00FD78F6" w:rsidRDefault="00FE6A04" w:rsidP="00FE6A04">
      <w:pPr>
        <w:spacing w:after="120" w:line="320" w:lineRule="atLeast"/>
        <w:jc w:val="both"/>
        <w:rPr>
          <w:rFonts w:ascii="Calibri" w:eastAsia="Times New Roman" w:hAnsi="Calibri" w:cs="Calibri"/>
          <w:bCs/>
          <w:lang w:eastAsia="it-IT"/>
        </w:rPr>
      </w:pPr>
    </w:p>
    <w:tbl>
      <w:tblPr>
        <w:tblStyle w:val="Grigliatabella"/>
        <w:tblW w:w="0" w:type="auto"/>
        <w:tblCellMar>
          <w:top w:w="28" w:type="dxa"/>
          <w:bottom w:w="28" w:type="dxa"/>
        </w:tblCellMar>
        <w:tblLook w:val="04A0" w:firstRow="1" w:lastRow="0" w:firstColumn="1" w:lastColumn="0" w:noHBand="0" w:noVBand="1"/>
      </w:tblPr>
      <w:tblGrid>
        <w:gridCol w:w="2972"/>
        <w:gridCol w:w="6650"/>
      </w:tblGrid>
      <w:tr w:rsidR="00FE6A04" w:rsidRPr="00FD78F6" w14:paraId="700DE482" w14:textId="77777777" w:rsidTr="00FD48A1">
        <w:tc>
          <w:tcPr>
            <w:tcW w:w="9622" w:type="dxa"/>
            <w:gridSpan w:val="2"/>
            <w:shd w:val="clear" w:color="auto" w:fill="E7E6E6" w:themeFill="background2"/>
          </w:tcPr>
          <w:p w14:paraId="2A894AF8" w14:textId="77777777" w:rsidR="00FE6A04" w:rsidRPr="00FD78F6" w:rsidRDefault="00FE6A04" w:rsidP="00FD48A1">
            <w:pPr>
              <w:spacing w:before="100" w:beforeAutospacing="1" w:after="120" w:line="320" w:lineRule="atLeast"/>
              <w:jc w:val="both"/>
              <w:rPr>
                <w:rFonts w:ascii="Calibri" w:eastAsia="Times New Roman" w:hAnsi="Calibri" w:cs="Calibri"/>
                <w:b/>
                <w:bCs/>
                <w:lang w:eastAsia="it-IT"/>
              </w:rPr>
            </w:pPr>
            <w:r w:rsidRPr="00350D82">
              <w:rPr>
                <w:b/>
              </w:rPr>
              <w:t>Anagrafica Referente Progetto</w:t>
            </w:r>
          </w:p>
        </w:tc>
      </w:tr>
      <w:tr w:rsidR="00FE6A04" w:rsidRPr="00FD78F6" w14:paraId="5B6B5D49" w14:textId="77777777" w:rsidTr="00FD48A1">
        <w:tc>
          <w:tcPr>
            <w:tcW w:w="2972" w:type="dxa"/>
          </w:tcPr>
          <w:p w14:paraId="600435F4"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Cognome Nome</w:t>
            </w:r>
          </w:p>
        </w:tc>
        <w:tc>
          <w:tcPr>
            <w:tcW w:w="6650" w:type="dxa"/>
          </w:tcPr>
          <w:p w14:paraId="1C96ACAE"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p>
        </w:tc>
      </w:tr>
      <w:tr w:rsidR="00FE6A04" w:rsidRPr="00FD78F6" w14:paraId="35424105" w14:textId="77777777" w:rsidTr="00FD48A1">
        <w:tc>
          <w:tcPr>
            <w:tcW w:w="2972" w:type="dxa"/>
          </w:tcPr>
          <w:p w14:paraId="40E69DB3"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Indirizzo (sede operativa)</w:t>
            </w:r>
          </w:p>
        </w:tc>
        <w:tc>
          <w:tcPr>
            <w:tcW w:w="6650" w:type="dxa"/>
          </w:tcPr>
          <w:p w14:paraId="6A3CB03F"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r>
              <w:rPr>
                <w:rFonts w:ascii="Calibri" w:eastAsia="Times New Roman" w:hAnsi="Calibri" w:cs="Calibri"/>
                <w:bCs/>
                <w:lang w:eastAsia="it-IT"/>
              </w:rPr>
              <w:t>[</w:t>
            </w:r>
            <w:r w:rsidRPr="00FD78F6">
              <w:rPr>
                <w:rFonts w:ascii="Calibri" w:eastAsia="Times New Roman" w:hAnsi="Calibri" w:cs="Calibri"/>
                <w:bCs/>
                <w:lang w:eastAsia="it-IT"/>
              </w:rPr>
              <w:t>Via/Piazza, Numero Civico</w:t>
            </w:r>
            <w:r>
              <w:rPr>
                <w:rFonts w:ascii="Calibri" w:eastAsia="Times New Roman" w:hAnsi="Calibri" w:cs="Calibri"/>
                <w:bCs/>
                <w:lang w:eastAsia="it-IT"/>
              </w:rPr>
              <w:t>]</w:t>
            </w:r>
            <w:r w:rsidRPr="00FD78F6">
              <w:rPr>
                <w:rFonts w:ascii="Calibri" w:eastAsia="Times New Roman" w:hAnsi="Calibri" w:cs="Calibri"/>
                <w:bCs/>
                <w:lang w:eastAsia="it-IT"/>
              </w:rPr>
              <w:br/>
            </w:r>
            <w:r>
              <w:rPr>
                <w:rFonts w:ascii="Calibri" w:eastAsia="Times New Roman" w:hAnsi="Calibri" w:cs="Calibri"/>
                <w:bCs/>
                <w:lang w:eastAsia="it-IT"/>
              </w:rPr>
              <w:t>[</w:t>
            </w:r>
            <w:r w:rsidRPr="00FD78F6">
              <w:rPr>
                <w:rFonts w:ascii="Calibri" w:eastAsia="Times New Roman" w:hAnsi="Calibri" w:cs="Calibri"/>
                <w:bCs/>
                <w:lang w:eastAsia="it-IT"/>
              </w:rPr>
              <w:t>CAP, Città, Provincia</w:t>
            </w:r>
            <w:r>
              <w:rPr>
                <w:rFonts w:ascii="Calibri" w:eastAsia="Times New Roman" w:hAnsi="Calibri" w:cs="Calibri"/>
                <w:bCs/>
                <w:lang w:eastAsia="it-IT"/>
              </w:rPr>
              <w:t>]</w:t>
            </w:r>
          </w:p>
        </w:tc>
      </w:tr>
      <w:tr w:rsidR="00FE6A04" w:rsidRPr="00FD78F6" w14:paraId="52B20244" w14:textId="77777777" w:rsidTr="00FD48A1">
        <w:tc>
          <w:tcPr>
            <w:tcW w:w="2972" w:type="dxa"/>
          </w:tcPr>
          <w:p w14:paraId="49C53861"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Telefono Fisso</w:t>
            </w:r>
          </w:p>
        </w:tc>
        <w:tc>
          <w:tcPr>
            <w:tcW w:w="6650" w:type="dxa"/>
          </w:tcPr>
          <w:p w14:paraId="2E10B9BB"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p>
        </w:tc>
      </w:tr>
      <w:tr w:rsidR="00FE6A04" w:rsidRPr="00FD78F6" w14:paraId="4C72F162" w14:textId="77777777" w:rsidTr="00FD48A1">
        <w:tc>
          <w:tcPr>
            <w:tcW w:w="2972" w:type="dxa"/>
          </w:tcPr>
          <w:p w14:paraId="120DC18C"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Telefono Mobile</w:t>
            </w:r>
          </w:p>
        </w:tc>
        <w:tc>
          <w:tcPr>
            <w:tcW w:w="6650" w:type="dxa"/>
          </w:tcPr>
          <w:p w14:paraId="34C6DF58"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p>
        </w:tc>
      </w:tr>
      <w:tr w:rsidR="00FE6A04" w:rsidRPr="00FD78F6" w14:paraId="41F08981" w14:textId="77777777" w:rsidTr="00FD48A1">
        <w:tc>
          <w:tcPr>
            <w:tcW w:w="2972" w:type="dxa"/>
          </w:tcPr>
          <w:p w14:paraId="70A32234"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lastRenderedPageBreak/>
              <w:t>E-mail</w:t>
            </w:r>
          </w:p>
        </w:tc>
        <w:tc>
          <w:tcPr>
            <w:tcW w:w="6650" w:type="dxa"/>
          </w:tcPr>
          <w:p w14:paraId="3D640A6B"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p>
        </w:tc>
      </w:tr>
      <w:tr w:rsidR="00FE6A04" w:rsidRPr="00FD78F6" w14:paraId="44A41022" w14:textId="77777777" w:rsidTr="00FD48A1">
        <w:tc>
          <w:tcPr>
            <w:tcW w:w="2972" w:type="dxa"/>
          </w:tcPr>
          <w:p w14:paraId="43D80383"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Pr>
                <w:rFonts w:ascii="Calibri" w:eastAsia="Times New Roman" w:hAnsi="Calibri" w:cs="Calibri"/>
                <w:bCs/>
                <w:lang w:eastAsia="it-IT"/>
              </w:rPr>
              <w:t>PEC (se disponibile)</w:t>
            </w:r>
          </w:p>
        </w:tc>
        <w:tc>
          <w:tcPr>
            <w:tcW w:w="6650" w:type="dxa"/>
          </w:tcPr>
          <w:p w14:paraId="510B96C6"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p>
        </w:tc>
      </w:tr>
      <w:tr w:rsidR="00FE6A04" w:rsidRPr="00FD78F6" w14:paraId="47E1E7E7" w14:textId="77777777" w:rsidTr="00FD48A1">
        <w:tc>
          <w:tcPr>
            <w:tcW w:w="2972" w:type="dxa"/>
          </w:tcPr>
          <w:p w14:paraId="650BB8E6" w14:textId="77777777" w:rsidR="00FE6A04" w:rsidRPr="00FD78F6" w:rsidRDefault="00FE6A04" w:rsidP="00FD48A1">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Ruolo / Titolo in Azienda</w:t>
            </w:r>
          </w:p>
        </w:tc>
        <w:tc>
          <w:tcPr>
            <w:tcW w:w="6650" w:type="dxa"/>
          </w:tcPr>
          <w:p w14:paraId="0DC13383" w14:textId="77777777" w:rsidR="00FE6A04" w:rsidRPr="00FD78F6" w:rsidRDefault="00FE6A04" w:rsidP="00FD48A1">
            <w:pPr>
              <w:spacing w:before="100" w:beforeAutospacing="1" w:after="120" w:line="320" w:lineRule="atLeast"/>
              <w:rPr>
                <w:rFonts w:ascii="Calibri" w:eastAsia="Times New Roman" w:hAnsi="Calibri" w:cs="Calibri"/>
                <w:bCs/>
                <w:lang w:eastAsia="it-IT"/>
              </w:rPr>
            </w:pPr>
          </w:p>
        </w:tc>
      </w:tr>
    </w:tbl>
    <w:p w14:paraId="408A756A" w14:textId="77777777" w:rsidR="00FE6A04" w:rsidRDefault="00FE6A04" w:rsidP="00FE6A04">
      <w:pPr>
        <w:spacing w:after="120" w:line="320" w:lineRule="atLeast"/>
        <w:jc w:val="both"/>
        <w:rPr>
          <w:rFonts w:ascii="Calibri" w:eastAsia="Times New Roman" w:hAnsi="Calibri" w:cs="Calibri"/>
          <w:bCs/>
          <w:lang w:eastAsia="it-IT"/>
        </w:rPr>
      </w:pPr>
    </w:p>
    <w:p w14:paraId="1AC73DF3" w14:textId="77777777" w:rsidR="00FE6A04" w:rsidRDefault="00FE6A04" w:rsidP="00FE6A04">
      <w:pPr>
        <w:spacing w:after="120" w:line="320" w:lineRule="atLeast"/>
        <w:jc w:val="both"/>
      </w:pPr>
      <w:r w:rsidRPr="00D32C12">
        <w:t>consapevole delle responsabilità penali previste per le ipotesi di falsità in atti e dichiarazioni mendaci così come stabilito negli artt. 75 e 76 del DPR n. 445 del 28/12/2000</w:t>
      </w:r>
      <w:r w:rsidRPr="0090643A">
        <w:t>, sotto la propria personale responsabilità, rende la seguente dichiarazione sostitutiva dell’atto di notorietà</w:t>
      </w:r>
      <w:r w:rsidRPr="00105310">
        <w:t xml:space="preserve"> e, pertanto</w:t>
      </w:r>
    </w:p>
    <w:p w14:paraId="68A04FF8" w14:textId="77777777" w:rsidR="00FE6A04" w:rsidRPr="00D32C12" w:rsidRDefault="00FE6A04" w:rsidP="00FE6A04">
      <w:pPr>
        <w:spacing w:after="120" w:line="320" w:lineRule="atLeast"/>
      </w:pPr>
    </w:p>
    <w:p w14:paraId="6928BBE0" w14:textId="77777777" w:rsidR="00FE6A04" w:rsidRDefault="00FE6A04" w:rsidP="00FE6A04">
      <w:pPr>
        <w:spacing w:after="120" w:line="320" w:lineRule="atLeast"/>
        <w:jc w:val="center"/>
      </w:pPr>
      <w:r>
        <w:t>riguardo l’Azienda proponente</w:t>
      </w:r>
    </w:p>
    <w:p w14:paraId="5ABC77F6" w14:textId="77777777" w:rsidR="00FE6A04" w:rsidRPr="00AF15E1" w:rsidRDefault="00FE6A04" w:rsidP="00FE6A04">
      <w:pPr>
        <w:spacing w:after="120" w:line="320" w:lineRule="atLeast"/>
        <w:jc w:val="center"/>
        <w:rPr>
          <w:b/>
          <w:bCs/>
        </w:rPr>
      </w:pPr>
      <w:r w:rsidRPr="00AF15E1">
        <w:rPr>
          <w:b/>
          <w:bCs/>
        </w:rPr>
        <w:t>DICHIARA CHE</w:t>
      </w:r>
    </w:p>
    <w:p w14:paraId="0B52EE50" w14:textId="77777777" w:rsidR="00FE6A04" w:rsidRDefault="00FE6A04" w:rsidP="00FE6A04">
      <w:pPr>
        <w:spacing w:after="120" w:line="320" w:lineRule="atLeast"/>
        <w:jc w:val="both"/>
        <w:rPr>
          <w:rFonts w:ascii="Calibri" w:eastAsia="Times New Roman" w:hAnsi="Calibri" w:cs="Calibri"/>
          <w:bCs/>
          <w:lang w:eastAsia="it-IT"/>
        </w:rPr>
      </w:pPr>
    </w:p>
    <w:tbl>
      <w:tblPr>
        <w:tblStyle w:val="Grigliatabella"/>
        <w:tblW w:w="10188" w:type="dxa"/>
        <w:tblLook w:val="04A0" w:firstRow="1" w:lastRow="0" w:firstColumn="1" w:lastColumn="0" w:noHBand="0" w:noVBand="1"/>
      </w:tblPr>
      <w:tblGrid>
        <w:gridCol w:w="8359"/>
        <w:gridCol w:w="893"/>
        <w:gridCol w:w="936"/>
      </w:tblGrid>
      <w:tr w:rsidR="00FE6A04" w:rsidRPr="00350D82" w14:paraId="3EF39FC8" w14:textId="77777777" w:rsidTr="00FD48A1">
        <w:trPr>
          <w:tblHeader/>
        </w:trPr>
        <w:tc>
          <w:tcPr>
            <w:tcW w:w="8359" w:type="dxa"/>
            <w:shd w:val="clear" w:color="auto" w:fill="E7E6E6" w:themeFill="background2"/>
          </w:tcPr>
          <w:p w14:paraId="078D33A8" w14:textId="77777777" w:rsidR="00FE6A04" w:rsidRPr="00350D82" w:rsidRDefault="00FE6A04" w:rsidP="00FD48A1">
            <w:pPr>
              <w:tabs>
                <w:tab w:val="right" w:pos="7548"/>
              </w:tabs>
              <w:spacing w:before="100" w:beforeAutospacing="1" w:after="120" w:line="320" w:lineRule="atLeast"/>
              <w:rPr>
                <w:bCs/>
              </w:rPr>
            </w:pPr>
            <w:r w:rsidRPr="00350D82">
              <w:tab/>
              <w:t>(marcare con “X” la colonna corrispondente)</w:t>
            </w:r>
          </w:p>
        </w:tc>
        <w:tc>
          <w:tcPr>
            <w:tcW w:w="893" w:type="dxa"/>
            <w:shd w:val="clear" w:color="auto" w:fill="E7E6E6" w:themeFill="background2"/>
          </w:tcPr>
          <w:p w14:paraId="4F03572C" w14:textId="77777777" w:rsidR="00FE6A04" w:rsidRPr="00350D82" w:rsidRDefault="00FE6A04" w:rsidP="00FD48A1">
            <w:pPr>
              <w:spacing w:before="100" w:beforeAutospacing="1" w:after="120" w:line="320" w:lineRule="atLeast"/>
              <w:jc w:val="center"/>
              <w:rPr>
                <w:b/>
                <w:bCs/>
              </w:rPr>
            </w:pPr>
            <w:r w:rsidRPr="00350D82">
              <w:rPr>
                <w:b/>
              </w:rPr>
              <w:t>SI</w:t>
            </w:r>
          </w:p>
        </w:tc>
        <w:tc>
          <w:tcPr>
            <w:tcW w:w="936" w:type="dxa"/>
            <w:shd w:val="clear" w:color="auto" w:fill="E7E6E6" w:themeFill="background2"/>
          </w:tcPr>
          <w:p w14:paraId="4E341417" w14:textId="77777777" w:rsidR="00FE6A04" w:rsidRPr="00350D82" w:rsidRDefault="00FE6A04" w:rsidP="00FD48A1">
            <w:pPr>
              <w:spacing w:before="100" w:beforeAutospacing="1" w:after="120" w:line="320" w:lineRule="atLeast"/>
              <w:jc w:val="center"/>
              <w:rPr>
                <w:b/>
                <w:bCs/>
              </w:rPr>
            </w:pPr>
            <w:r w:rsidRPr="00350D82">
              <w:rPr>
                <w:b/>
              </w:rPr>
              <w:t>NO</w:t>
            </w:r>
          </w:p>
        </w:tc>
      </w:tr>
      <w:tr w:rsidR="00FE6A04" w:rsidRPr="00350D82" w14:paraId="36202245" w14:textId="77777777" w:rsidTr="00FD48A1">
        <w:tc>
          <w:tcPr>
            <w:tcW w:w="8359" w:type="dxa"/>
          </w:tcPr>
          <w:p w14:paraId="234584F0" w14:textId="77777777" w:rsidR="00FE6A04" w:rsidRPr="00350D82" w:rsidRDefault="00FE6A04" w:rsidP="00FD48A1">
            <w:pPr>
              <w:spacing w:before="100" w:beforeAutospacing="1" w:after="120" w:line="320" w:lineRule="atLeast"/>
              <w:jc w:val="both"/>
              <w:rPr>
                <w:bCs/>
              </w:rPr>
            </w:pPr>
            <w:r>
              <w:t>ha</w:t>
            </w:r>
            <w:r w:rsidRPr="00350D82">
              <w:t xml:space="preserve"> stabile organizzazione in Italia</w:t>
            </w:r>
          </w:p>
        </w:tc>
        <w:tc>
          <w:tcPr>
            <w:tcW w:w="893" w:type="dxa"/>
            <w:vAlign w:val="center"/>
          </w:tcPr>
          <w:p w14:paraId="3D09B764" w14:textId="77777777" w:rsidR="00FE6A04" w:rsidRPr="00350D82"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bookmarkStart w:id="0" w:name="Controllo5"/>
            <w:r>
              <w:instrText xml:space="preserve"> FORMCHECKBOX </w:instrText>
            </w:r>
            <w:r w:rsidR="00470C98">
              <w:rPr>
                <w:bCs/>
              </w:rPr>
            </w:r>
            <w:r w:rsidR="00470C98">
              <w:rPr>
                <w:bCs/>
              </w:rPr>
              <w:fldChar w:fldCharType="separate"/>
            </w:r>
            <w:r>
              <w:rPr>
                <w:bCs/>
              </w:rPr>
              <w:fldChar w:fldCharType="end"/>
            </w:r>
            <w:bookmarkEnd w:id="0"/>
          </w:p>
        </w:tc>
        <w:tc>
          <w:tcPr>
            <w:tcW w:w="936" w:type="dxa"/>
            <w:vAlign w:val="center"/>
          </w:tcPr>
          <w:p w14:paraId="38CD46C1" w14:textId="77777777" w:rsidR="00FE6A04" w:rsidRPr="00350D82"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bookmarkStart w:id="1" w:name="Controllo9"/>
            <w:r>
              <w:instrText xml:space="preserve"> FORMCHECKBOX </w:instrText>
            </w:r>
            <w:r w:rsidR="00470C98">
              <w:rPr>
                <w:bCs/>
              </w:rPr>
            </w:r>
            <w:r w:rsidR="00470C98">
              <w:rPr>
                <w:bCs/>
              </w:rPr>
              <w:fldChar w:fldCharType="separate"/>
            </w:r>
            <w:r>
              <w:rPr>
                <w:bCs/>
              </w:rPr>
              <w:fldChar w:fldCharType="end"/>
            </w:r>
            <w:bookmarkEnd w:id="1"/>
          </w:p>
        </w:tc>
      </w:tr>
      <w:tr w:rsidR="00FE6A04" w:rsidRPr="00350D82" w14:paraId="01BF59D2" w14:textId="77777777" w:rsidTr="00FD48A1">
        <w:tc>
          <w:tcPr>
            <w:tcW w:w="8359" w:type="dxa"/>
          </w:tcPr>
          <w:p w14:paraId="09CF87D6" w14:textId="77777777" w:rsidR="00FE6A04" w:rsidRPr="00350D82" w:rsidRDefault="00FE6A04" w:rsidP="00FD48A1">
            <w:pPr>
              <w:spacing w:before="100" w:beforeAutospacing="1" w:after="120" w:line="320" w:lineRule="atLeast"/>
              <w:jc w:val="both"/>
            </w:pPr>
            <w:r>
              <w:t>è regolarmente costituite in forma societaria e iscritta al Registro delle imprese; i soggetti non residenti nel territorio italiano devono avere una personalità giuridica riconosciuta nello Stato di residenza come risultante dall’omologo Registro Imprese; per tali soggetti, inoltre, deve essere dimostrata, prima del ricevimento del servizio, la disponibilità di almeno una sede secondaria nel territorio nazionale e il rispetto degli adempimenti di cui all’articolo 9, terzo comma, primo periodo, del decreto del Presidente della Repubblica 7 dicembre 1995, n. 581</w:t>
            </w:r>
          </w:p>
        </w:tc>
        <w:tc>
          <w:tcPr>
            <w:tcW w:w="893" w:type="dxa"/>
            <w:vAlign w:val="center"/>
          </w:tcPr>
          <w:p w14:paraId="799ADD41" w14:textId="77777777" w:rsidR="00FE6A04" w:rsidRPr="00350D82"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4526EF83" w14:textId="77777777" w:rsidR="00FE6A04" w:rsidRPr="00350D82"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4DC3F0E3" w14:textId="77777777" w:rsidTr="00FD48A1">
        <w:tc>
          <w:tcPr>
            <w:tcW w:w="8359" w:type="dxa"/>
          </w:tcPr>
          <w:p w14:paraId="24E58FFA" w14:textId="77777777" w:rsidR="00FE6A04" w:rsidRDefault="00FE6A04" w:rsidP="00FD48A1">
            <w:pPr>
              <w:spacing w:before="100" w:beforeAutospacing="1" w:after="120" w:line="320" w:lineRule="atLeast"/>
              <w:jc w:val="both"/>
            </w:pPr>
            <w:r w:rsidRPr="00EF4E75">
              <w:t xml:space="preserve">rispetta i requisiti e le soglie previste dal regolamento GBER e dal regolamento “de </w:t>
            </w:r>
            <w:proofErr w:type="spellStart"/>
            <w:r w:rsidRPr="00EF4E75">
              <w:t>minimis</w:t>
            </w:r>
            <w:proofErr w:type="spellEnd"/>
            <w:r w:rsidRPr="00EF4E75">
              <w:t>”</w:t>
            </w:r>
            <w:r>
              <w:t>;</w:t>
            </w:r>
          </w:p>
        </w:tc>
        <w:tc>
          <w:tcPr>
            <w:tcW w:w="893" w:type="dxa"/>
            <w:vAlign w:val="center"/>
          </w:tcPr>
          <w:p w14:paraId="15D136A1" w14:textId="77777777" w:rsidR="00FE6A04" w:rsidRDefault="00FE6A04" w:rsidP="00FD48A1">
            <w:pPr>
              <w:spacing w:before="100" w:beforeAutospacing="1" w:after="120" w:line="320" w:lineRule="atLeast"/>
              <w:jc w:val="center"/>
              <w:rPr>
                <w:bCs/>
              </w:rPr>
            </w:pPr>
          </w:p>
        </w:tc>
        <w:tc>
          <w:tcPr>
            <w:tcW w:w="936" w:type="dxa"/>
            <w:vAlign w:val="center"/>
          </w:tcPr>
          <w:p w14:paraId="16296993" w14:textId="77777777" w:rsidR="00FE6A04" w:rsidRDefault="00FE6A04" w:rsidP="00FD48A1">
            <w:pPr>
              <w:spacing w:before="100" w:beforeAutospacing="1" w:after="120" w:line="320" w:lineRule="atLeast"/>
              <w:jc w:val="center"/>
              <w:rPr>
                <w:bCs/>
              </w:rPr>
            </w:pPr>
          </w:p>
        </w:tc>
      </w:tr>
      <w:tr w:rsidR="00FE6A04" w:rsidRPr="00350D82" w14:paraId="51909527" w14:textId="77777777" w:rsidTr="00FD48A1">
        <w:tc>
          <w:tcPr>
            <w:tcW w:w="8359" w:type="dxa"/>
          </w:tcPr>
          <w:p w14:paraId="70FD0F0D" w14:textId="77777777" w:rsidR="00FE6A04" w:rsidRPr="00350D82" w:rsidRDefault="00FE6A04" w:rsidP="00FD48A1">
            <w:pPr>
              <w:spacing w:before="100" w:beforeAutospacing="1" w:after="120" w:line="320" w:lineRule="atLeast"/>
              <w:jc w:val="both"/>
            </w:pPr>
            <w:r w:rsidRPr="00350D82">
              <w:t xml:space="preserve">non </w:t>
            </w:r>
            <w:r>
              <w:t>è</w:t>
            </w:r>
            <w:r w:rsidRPr="00350D82">
              <w:t xml:space="preserve"> sottoposta a procedura concorsuale e non </w:t>
            </w:r>
            <w:r>
              <w:t>si trova</w:t>
            </w:r>
            <w:r w:rsidRPr="00350D82">
              <w:t xml:space="preserve"> in stato di fallimento, di liquidazione anche volontaria, di amministrazione controllata, di concordato preventivo o in qualsiasi altra situazione equivalente secondo la normativa vigente</w:t>
            </w:r>
          </w:p>
        </w:tc>
        <w:tc>
          <w:tcPr>
            <w:tcW w:w="893" w:type="dxa"/>
            <w:vAlign w:val="center"/>
          </w:tcPr>
          <w:p w14:paraId="373756B7" w14:textId="77777777" w:rsidR="00FE6A04" w:rsidRPr="00350D82"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61068105" w14:textId="77777777" w:rsidR="00FE6A04" w:rsidRPr="00350D82"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49B92D09" w14:textId="77777777" w:rsidTr="00FD48A1">
        <w:tc>
          <w:tcPr>
            <w:tcW w:w="8359" w:type="dxa"/>
          </w:tcPr>
          <w:p w14:paraId="32B6C812" w14:textId="77777777" w:rsidR="00FE6A04" w:rsidRPr="00350D82" w:rsidRDefault="00FE6A04" w:rsidP="00FD48A1">
            <w:pPr>
              <w:spacing w:before="100" w:beforeAutospacing="1" w:after="120" w:line="320" w:lineRule="atLeast"/>
              <w:jc w:val="both"/>
            </w:pPr>
            <w:r w:rsidRPr="00350D82">
              <w:t>non rientra tra le imprese che hanno ricevuto e, successivamente, non rimborsato o depositato in un conto bloccato, gli aiuti individuati quali illegali o incompatibili dalla Commissione Europea</w:t>
            </w:r>
          </w:p>
        </w:tc>
        <w:tc>
          <w:tcPr>
            <w:tcW w:w="893" w:type="dxa"/>
            <w:vAlign w:val="center"/>
          </w:tcPr>
          <w:p w14:paraId="29261848" w14:textId="77777777" w:rsidR="00FE6A04" w:rsidRPr="00350D82"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357E4F69" w14:textId="77777777" w:rsidR="00FE6A04" w:rsidRPr="00350D82"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721C7BCB" w14:textId="77777777" w:rsidTr="00FD48A1">
        <w:tc>
          <w:tcPr>
            <w:tcW w:w="8359" w:type="dxa"/>
          </w:tcPr>
          <w:p w14:paraId="60018D75" w14:textId="77777777" w:rsidR="00FE6A04" w:rsidRPr="00350D82" w:rsidRDefault="00FE6A04" w:rsidP="00FD48A1">
            <w:pPr>
              <w:spacing w:before="100" w:beforeAutospacing="1" w:after="120" w:line="320" w:lineRule="atLeast"/>
              <w:jc w:val="both"/>
            </w:pPr>
            <w:r>
              <w:t>è</w:t>
            </w:r>
            <w:r w:rsidRPr="00350D82">
              <w:t xml:space="preserve"> in regola con l’eventuale restituzione di somme dovute in relazione a provvedimenti di revoca di agevolazioni concesse dal Ministero </w:t>
            </w:r>
            <w:r>
              <w:t xml:space="preserve">delle Imprese e del Made in </w:t>
            </w:r>
            <w:proofErr w:type="spellStart"/>
            <w:r>
              <w:t>Italy</w:t>
            </w:r>
            <w:proofErr w:type="spellEnd"/>
          </w:p>
        </w:tc>
        <w:tc>
          <w:tcPr>
            <w:tcW w:w="893" w:type="dxa"/>
            <w:vAlign w:val="center"/>
          </w:tcPr>
          <w:p w14:paraId="369C9D84" w14:textId="77777777" w:rsidR="00FE6A04" w:rsidRPr="00350D82"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3153ACE4" w14:textId="77777777" w:rsidR="00FE6A04" w:rsidRPr="00350D82"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73ADE235" w14:textId="77777777" w:rsidTr="00FD48A1">
        <w:tc>
          <w:tcPr>
            <w:tcW w:w="8359" w:type="dxa"/>
          </w:tcPr>
          <w:p w14:paraId="49C61A33" w14:textId="77777777" w:rsidR="00FE6A04" w:rsidRPr="00350D82" w:rsidRDefault="00FE6A04" w:rsidP="00FD48A1">
            <w:pPr>
              <w:spacing w:before="100" w:beforeAutospacing="1" w:after="120" w:line="320" w:lineRule="atLeast"/>
              <w:jc w:val="both"/>
            </w:pPr>
            <w:r w:rsidRPr="00350D82">
              <w:lastRenderedPageBreak/>
              <w:t xml:space="preserve">non </w:t>
            </w:r>
            <w:r>
              <w:t>è</w:t>
            </w:r>
            <w:r w:rsidRPr="00350D82">
              <w:t xml:space="preserve"> destinataria delle sanzioni interdittive individuate dall'art. 9 del </w:t>
            </w:r>
            <w:proofErr w:type="spellStart"/>
            <w:r w:rsidRPr="00350D82">
              <w:t>D.Lgs.</w:t>
            </w:r>
            <w:proofErr w:type="spellEnd"/>
            <w:r w:rsidRPr="00350D82">
              <w:t xml:space="preserve"> 231/2001 aventi per oggetto l'esclusione da agevolazioni, finanziamenti, contributi o sussidi e l'eventuale revoca di quelli già concessi</w:t>
            </w:r>
          </w:p>
        </w:tc>
        <w:tc>
          <w:tcPr>
            <w:tcW w:w="893" w:type="dxa"/>
            <w:vAlign w:val="center"/>
          </w:tcPr>
          <w:p w14:paraId="4FE7EF51" w14:textId="77777777" w:rsidR="00FE6A04" w:rsidRPr="00350D82"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0FD4D9A2" w14:textId="77777777" w:rsidR="00FE6A04" w:rsidRPr="00350D82"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7A7C3F21" w14:textId="77777777" w:rsidTr="00FD48A1">
        <w:tc>
          <w:tcPr>
            <w:tcW w:w="8359" w:type="dxa"/>
          </w:tcPr>
          <w:p w14:paraId="70CBFA98" w14:textId="77777777" w:rsidR="00FE6A04" w:rsidRPr="00350D82" w:rsidRDefault="00FE6A04" w:rsidP="00FD48A1">
            <w:pPr>
              <w:spacing w:before="100" w:beforeAutospacing="1" w:after="120" w:line="320" w:lineRule="atLeast"/>
              <w:jc w:val="both"/>
            </w:pPr>
            <w:r>
              <w:t xml:space="preserve">non è destinataria delle sanzioni interdittive individuate dall'art. 9 del </w:t>
            </w:r>
            <w:proofErr w:type="spellStart"/>
            <w:r>
              <w:t>D.Lgs.</w:t>
            </w:r>
            <w:proofErr w:type="spellEnd"/>
            <w:r>
              <w:t xml:space="preserve"> 231/2001 aventi per oggetto l'esclusione da agevolazioni, finanziamenti, contributi o sussidi e l'eventuale revoca di quelli già concessi</w:t>
            </w:r>
          </w:p>
        </w:tc>
        <w:tc>
          <w:tcPr>
            <w:tcW w:w="893" w:type="dxa"/>
            <w:vAlign w:val="center"/>
          </w:tcPr>
          <w:p w14:paraId="5C599646" w14:textId="77777777" w:rsidR="00FE6A04" w:rsidRPr="00350D82"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73E6DB69" w14:textId="77777777" w:rsidR="00FE6A04" w:rsidRPr="00350D82"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479BEA1B" w14:textId="77777777" w:rsidTr="00FD48A1">
        <w:tc>
          <w:tcPr>
            <w:tcW w:w="8359" w:type="dxa"/>
          </w:tcPr>
          <w:p w14:paraId="0B8EDC16" w14:textId="77777777" w:rsidR="00FE6A04" w:rsidRPr="00350D82" w:rsidRDefault="00FE6A04" w:rsidP="00FD48A1">
            <w:pPr>
              <w:spacing w:before="100" w:beforeAutospacing="1" w:after="120" w:line="320" w:lineRule="atLeast"/>
              <w:jc w:val="both"/>
            </w:pPr>
            <w:r>
              <w:t>ha</w:t>
            </w:r>
            <w:r w:rsidRPr="00350D82">
              <w:t xml:space="preserve"> legali rappresentanti, amministratori (con o senza poteri di rappresentanza) e soci per i quali non sussist</w:t>
            </w:r>
            <w:r>
              <w:t>o</w:t>
            </w:r>
            <w:r w:rsidRPr="00350D82">
              <w:t>no cause di divieto, di decadenza, di sospensione previste dall’art. 67 del D.lgs. 6 settembre 2011, n.159 (Codice delle leggi antimafia e delle misure di prevenzione, nonché nuove disposizioni in materia di documentazione antimafia). I soggetti sottoposti alla verifica antimafia sono quelli indicati nell’art. 85 del D.lgs. 6 settembre 2011, n.159</w:t>
            </w:r>
          </w:p>
        </w:tc>
        <w:tc>
          <w:tcPr>
            <w:tcW w:w="893" w:type="dxa"/>
            <w:vAlign w:val="center"/>
          </w:tcPr>
          <w:p w14:paraId="029DFEA7" w14:textId="77777777" w:rsidR="00FE6A04" w:rsidRPr="00350D82"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023F0B2A" w14:textId="77777777" w:rsidR="00FE6A04" w:rsidRPr="00350D82"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3E4AE3E3" w14:textId="77777777" w:rsidTr="00FD48A1">
        <w:tc>
          <w:tcPr>
            <w:tcW w:w="8359" w:type="dxa"/>
          </w:tcPr>
          <w:p w14:paraId="4370DFDA" w14:textId="77777777" w:rsidR="00FE6A04" w:rsidRPr="00350D82" w:rsidRDefault="00FE6A04" w:rsidP="00FD48A1">
            <w:pPr>
              <w:spacing w:before="100" w:beforeAutospacing="1" w:after="120" w:line="320" w:lineRule="atLeast"/>
              <w:jc w:val="both"/>
            </w:pPr>
            <w:r>
              <w:t>ha</w:t>
            </w:r>
            <w:r w:rsidRPr="00350D82">
              <w:t xml:space="preserve"> assolto gli obblighi contributivi ed </w:t>
            </w:r>
            <w:r>
              <w:t>è</w:t>
            </w:r>
            <w:r w:rsidRPr="00350D82">
              <w:t xml:space="preserve"> in regola con le normative sulla salute e sicurezza sul lavoro di cui al D.lgs. 9 aprile 2008, n. 81 e successive modificazioni e integrazioni</w:t>
            </w:r>
          </w:p>
        </w:tc>
        <w:tc>
          <w:tcPr>
            <w:tcW w:w="893" w:type="dxa"/>
            <w:vAlign w:val="center"/>
          </w:tcPr>
          <w:p w14:paraId="5C487C6B" w14:textId="77777777" w:rsidR="00FE6A04" w:rsidRPr="00350D82"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63DA06FC" w14:textId="77777777" w:rsidR="00FE6A04" w:rsidRPr="00350D82"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708C492F" w14:textId="77777777" w:rsidTr="00FD48A1">
        <w:trPr>
          <w:cantSplit/>
        </w:trPr>
        <w:tc>
          <w:tcPr>
            <w:tcW w:w="8359" w:type="dxa"/>
          </w:tcPr>
          <w:p w14:paraId="5A155C59" w14:textId="77777777" w:rsidR="00FE6A04" w:rsidRPr="00B22392" w:rsidRDefault="00FE6A04" w:rsidP="00FD48A1">
            <w:pPr>
              <w:spacing w:after="120" w:line="320" w:lineRule="atLeast"/>
              <w:jc w:val="both"/>
            </w:pPr>
            <w:r>
              <w:t>ha</w:t>
            </w:r>
            <w:r w:rsidRPr="00B623D7">
              <w:t xml:space="preserve"> assolto, al momento della presentazione del progetto, agli obblighi in materia di lavoro delle persone con disabilità di cui alla legge 12 marzo 1999, n. 68</w:t>
            </w:r>
          </w:p>
        </w:tc>
        <w:tc>
          <w:tcPr>
            <w:tcW w:w="893" w:type="dxa"/>
            <w:vAlign w:val="center"/>
          </w:tcPr>
          <w:p w14:paraId="008496DB" w14:textId="77777777" w:rsidR="00FE6A04"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799BFED6" w14:textId="77777777" w:rsidR="00FE6A04"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762F2915" w14:textId="77777777" w:rsidTr="00FD48A1">
        <w:trPr>
          <w:cantSplit/>
        </w:trPr>
        <w:tc>
          <w:tcPr>
            <w:tcW w:w="8359" w:type="dxa"/>
          </w:tcPr>
          <w:p w14:paraId="50E0759A" w14:textId="77777777" w:rsidR="00FE6A04" w:rsidRDefault="00FE6A04" w:rsidP="00FD48A1">
            <w:pPr>
              <w:spacing w:after="120" w:line="320" w:lineRule="atLeast"/>
              <w:jc w:val="both"/>
            </w:pPr>
            <w:r w:rsidRPr="00BD36EA">
              <w:lastRenderedPageBreak/>
              <w:t>adott</w:t>
            </w:r>
            <w:r>
              <w:t>a</w:t>
            </w:r>
            <w:r w:rsidRPr="00BD36EA">
              <w:t xml:space="preserve"> strumenti di conciliazione delle esigenze di cura, di vita e di lavoro per i propri dipendenti, nonché modalità innovative di organizzazione del lavoro che prevedano</w:t>
            </w:r>
            <w:r>
              <w:t xml:space="preserve"> (indicare SI/NO a destra e quali nella lista sotto)</w:t>
            </w:r>
            <w:r w:rsidRPr="00BD36EA">
              <w:t>:</w:t>
            </w:r>
          </w:p>
          <w:p w14:paraId="4E0C7394" w14:textId="77777777" w:rsidR="00FE6A04" w:rsidRDefault="00FE6A04" w:rsidP="00FD48A1">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r>
              <w:tab/>
              <w:t>asilo nido aziendale /territoriale convenzionato inclusivo;</w:t>
            </w:r>
          </w:p>
          <w:p w14:paraId="4EBADE6A" w14:textId="77777777" w:rsidR="00FE6A04" w:rsidRDefault="00FE6A04" w:rsidP="00FD48A1">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r>
              <w:tab/>
              <w:t>misure di flessibilità oraria in entrata, uscita, roll up;</w:t>
            </w:r>
          </w:p>
          <w:p w14:paraId="71F366B1" w14:textId="77777777" w:rsidR="00FE6A04" w:rsidRDefault="00FE6A04" w:rsidP="00FD48A1">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r>
              <w:tab/>
              <w:t>telelavoro o Smart working;</w:t>
            </w:r>
          </w:p>
          <w:p w14:paraId="21B77A81" w14:textId="77777777" w:rsidR="00FE6A04" w:rsidRDefault="00FE6A04" w:rsidP="00FD48A1">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r>
              <w:tab/>
              <w:t>part time, aspettativa per motivi personali;</w:t>
            </w:r>
          </w:p>
          <w:p w14:paraId="16E3776A" w14:textId="77777777" w:rsidR="00FE6A04" w:rsidRDefault="00FE6A04" w:rsidP="00FD48A1">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r>
              <w:tab/>
              <w:t>integrazione economica a congedi parentali;</w:t>
            </w:r>
          </w:p>
          <w:p w14:paraId="2F68DB1A" w14:textId="77777777" w:rsidR="00FE6A04" w:rsidRDefault="00FE6A04" w:rsidP="00FD48A1">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r>
              <w:tab/>
              <w:t>benefit di cura per infanzia e anziani/disabili non autosufficienti e loro familiari;</w:t>
            </w:r>
          </w:p>
          <w:p w14:paraId="64AA33C2" w14:textId="77777777" w:rsidR="00FE6A04" w:rsidRDefault="00FE6A04" w:rsidP="00FD48A1">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r>
              <w:tab/>
              <w:t>sportello informativo su non discriminazione/pari opportunità/inclusione persone con disabilità;</w:t>
            </w:r>
          </w:p>
          <w:p w14:paraId="709085F8" w14:textId="77777777" w:rsidR="00FE6A04" w:rsidRDefault="00FE6A04" w:rsidP="00FD48A1">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r>
              <w:tab/>
              <w:t>forme di comunicazione esterna e interna o aziendale (intranet) accessibile;</w:t>
            </w:r>
          </w:p>
          <w:p w14:paraId="73707BE5" w14:textId="77777777" w:rsidR="00FE6A04" w:rsidRDefault="00FE6A04" w:rsidP="00FD48A1">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r>
              <w:tab/>
              <w:t>formazione sui temi delle pari opportunità e non discriminazione e della inclusione delle persone con disabilità;</w:t>
            </w:r>
          </w:p>
          <w:p w14:paraId="3D4DE352" w14:textId="77777777" w:rsidR="00FE6A04" w:rsidRDefault="00FE6A04" w:rsidP="00FD48A1">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r>
              <w:tab/>
              <w:t>adesione a network territoriali per la parità;</w:t>
            </w:r>
          </w:p>
          <w:p w14:paraId="7016A69D" w14:textId="77777777" w:rsidR="00FE6A04" w:rsidRDefault="00FE6A04" w:rsidP="00FD48A1">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r>
              <w:tab/>
              <w:t xml:space="preserve">identificazione di una figura aziendale per le politiche </w:t>
            </w:r>
            <w:proofErr w:type="gramStart"/>
            <w:r>
              <w:t>anti discriminatorie</w:t>
            </w:r>
            <w:proofErr w:type="gramEnd"/>
            <w:r>
              <w:t xml:space="preserve"> (es. </w:t>
            </w:r>
            <w:proofErr w:type="spellStart"/>
            <w:r>
              <w:t>diversity</w:t>
            </w:r>
            <w:proofErr w:type="spellEnd"/>
            <w:r>
              <w:t xml:space="preserve"> manager);</w:t>
            </w:r>
          </w:p>
          <w:p w14:paraId="3002CF78" w14:textId="77777777" w:rsidR="00FE6A04" w:rsidRDefault="00FE6A04" w:rsidP="00FD48A1">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r>
              <w:tab/>
              <w:t>attuazione di accomodamenti ragionevoli finalizzati alla inclusione delle persone sorde (servizi-ponte);</w:t>
            </w:r>
          </w:p>
          <w:p w14:paraId="76DE00C9" w14:textId="77777777" w:rsidR="00FE6A04" w:rsidRDefault="00FE6A04" w:rsidP="00FD48A1">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r>
              <w:tab/>
              <w:t>adozione di servizi di sicurezza sul lavoro specificamente rivolti alle persone con disabilità.</w:t>
            </w:r>
          </w:p>
        </w:tc>
        <w:tc>
          <w:tcPr>
            <w:tcW w:w="893" w:type="dxa"/>
            <w:vAlign w:val="center"/>
          </w:tcPr>
          <w:p w14:paraId="3DD12930" w14:textId="77777777" w:rsidR="00FE6A04"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1C25EE2E" w14:textId="77777777" w:rsidR="00FE6A04"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bl>
    <w:p w14:paraId="0A480AAF" w14:textId="77777777" w:rsidR="00FE6A04" w:rsidRDefault="00FE6A04" w:rsidP="00FE6A04">
      <w:pPr>
        <w:spacing w:after="120" w:line="320" w:lineRule="atLeast"/>
        <w:jc w:val="both"/>
        <w:rPr>
          <w:rFonts w:ascii="Calibri" w:eastAsia="Times New Roman" w:hAnsi="Calibri" w:cs="Calibri"/>
          <w:bCs/>
          <w:lang w:eastAsia="it-IT"/>
        </w:rPr>
      </w:pPr>
    </w:p>
    <w:p w14:paraId="08CE9F63" w14:textId="77777777" w:rsidR="00FE6A04" w:rsidRDefault="00FE6A04" w:rsidP="00FE6A04">
      <w:pPr>
        <w:keepNext/>
        <w:spacing w:after="120" w:line="320" w:lineRule="atLeast"/>
        <w:jc w:val="center"/>
      </w:pPr>
      <w:r>
        <w:lastRenderedPageBreak/>
        <w:t>In riferimento al progetto presentato</w:t>
      </w:r>
    </w:p>
    <w:p w14:paraId="79C55B33" w14:textId="77777777" w:rsidR="00FE6A04" w:rsidRPr="00AF15E1" w:rsidRDefault="00FE6A04" w:rsidP="00FE6A04">
      <w:pPr>
        <w:keepNext/>
        <w:spacing w:after="120" w:line="320" w:lineRule="atLeast"/>
        <w:jc w:val="center"/>
        <w:rPr>
          <w:b/>
          <w:bCs/>
        </w:rPr>
      </w:pPr>
      <w:r w:rsidRPr="00AF15E1">
        <w:rPr>
          <w:b/>
          <w:bCs/>
        </w:rPr>
        <w:t>DICHIARA CHE</w:t>
      </w:r>
    </w:p>
    <w:tbl>
      <w:tblPr>
        <w:tblStyle w:val="Grigliatabella"/>
        <w:tblW w:w="0" w:type="auto"/>
        <w:tblLook w:val="04A0" w:firstRow="1" w:lastRow="0" w:firstColumn="1" w:lastColumn="0" w:noHBand="0" w:noVBand="1"/>
      </w:tblPr>
      <w:tblGrid>
        <w:gridCol w:w="7901"/>
        <w:gridCol w:w="843"/>
        <w:gridCol w:w="884"/>
      </w:tblGrid>
      <w:tr w:rsidR="00FE6A04" w:rsidRPr="00350D82" w14:paraId="52D55389" w14:textId="77777777" w:rsidTr="00FD48A1">
        <w:trPr>
          <w:cantSplit/>
          <w:tblHeader/>
        </w:trPr>
        <w:tc>
          <w:tcPr>
            <w:tcW w:w="8359" w:type="dxa"/>
            <w:shd w:val="clear" w:color="auto" w:fill="E7E6E6" w:themeFill="background2"/>
          </w:tcPr>
          <w:p w14:paraId="2348A33F" w14:textId="77777777" w:rsidR="00FE6A04" w:rsidRPr="00350D82" w:rsidRDefault="00FE6A04" w:rsidP="00FD48A1">
            <w:pPr>
              <w:tabs>
                <w:tab w:val="right" w:pos="7548"/>
              </w:tabs>
              <w:spacing w:before="100" w:beforeAutospacing="1" w:after="120" w:line="320" w:lineRule="atLeast"/>
              <w:rPr>
                <w:bCs/>
              </w:rPr>
            </w:pPr>
            <w:r w:rsidRPr="00350D82">
              <w:tab/>
              <w:t>(marcare con “X” la colonna corrispondente)</w:t>
            </w:r>
          </w:p>
        </w:tc>
        <w:tc>
          <w:tcPr>
            <w:tcW w:w="893" w:type="dxa"/>
            <w:shd w:val="clear" w:color="auto" w:fill="E7E6E6" w:themeFill="background2"/>
          </w:tcPr>
          <w:p w14:paraId="34AB7B22" w14:textId="77777777" w:rsidR="00FE6A04" w:rsidRPr="00350D82" w:rsidRDefault="00FE6A04" w:rsidP="00FD48A1">
            <w:pPr>
              <w:spacing w:before="100" w:beforeAutospacing="1" w:after="120" w:line="320" w:lineRule="atLeast"/>
              <w:jc w:val="center"/>
              <w:rPr>
                <w:b/>
                <w:bCs/>
              </w:rPr>
            </w:pPr>
            <w:r w:rsidRPr="00350D82">
              <w:rPr>
                <w:b/>
              </w:rPr>
              <w:t>SI</w:t>
            </w:r>
          </w:p>
        </w:tc>
        <w:tc>
          <w:tcPr>
            <w:tcW w:w="936" w:type="dxa"/>
            <w:shd w:val="clear" w:color="auto" w:fill="E7E6E6" w:themeFill="background2"/>
          </w:tcPr>
          <w:p w14:paraId="319F99A0" w14:textId="77777777" w:rsidR="00FE6A04" w:rsidRPr="00350D82" w:rsidRDefault="00FE6A04" w:rsidP="00FD48A1">
            <w:pPr>
              <w:spacing w:before="100" w:beforeAutospacing="1" w:after="120" w:line="320" w:lineRule="atLeast"/>
              <w:jc w:val="center"/>
              <w:rPr>
                <w:b/>
                <w:bCs/>
              </w:rPr>
            </w:pPr>
            <w:r w:rsidRPr="00350D82">
              <w:rPr>
                <w:b/>
              </w:rPr>
              <w:t>NO</w:t>
            </w:r>
          </w:p>
        </w:tc>
      </w:tr>
      <w:tr w:rsidR="00FE6A04" w:rsidRPr="00350D82" w14:paraId="7879C5D0" w14:textId="77777777" w:rsidTr="00FD48A1">
        <w:trPr>
          <w:cantSplit/>
        </w:trPr>
        <w:tc>
          <w:tcPr>
            <w:tcW w:w="8359" w:type="dxa"/>
          </w:tcPr>
          <w:p w14:paraId="5CF28263" w14:textId="77777777" w:rsidR="00FE6A04" w:rsidRPr="00D436C6" w:rsidRDefault="00FE6A04" w:rsidP="00FD48A1">
            <w:pPr>
              <w:spacing w:after="120" w:line="320" w:lineRule="atLeast"/>
              <w:jc w:val="both"/>
            </w:pPr>
            <w:r w:rsidRPr="0005117E">
              <w:t>non svolge attività ricadenti nei settori esclusi e pertanto rispetta, tra gli altri, il principio DNSH</w:t>
            </w:r>
            <w:r>
              <w:t xml:space="preserve"> </w:t>
            </w:r>
            <w:r w:rsidRPr="007314FC">
              <w:t>(ossia il principio di non arrecare un danno significativo agli obiettivi ambientali ai sensi dell’articolo 17 del Regolamento (UE) 2020/852)</w:t>
            </w:r>
            <w:r w:rsidRPr="0005117E">
              <w:t xml:space="preserve"> e la pertinente normativa ambientale nazionale ed europea</w:t>
            </w:r>
            <w:r w:rsidRPr="009E0893">
              <w:t xml:space="preserve">; </w:t>
            </w:r>
            <w:r w:rsidRPr="00CE04D2">
              <w:t>sono escluse le attività di cui al seguente elenco: i) attività connesse ai combustibili fossili, compreso l’uso a valle; ii) attività nell’ambito del sistema di scambio di quote di emissione dell’UE (ETS) che generano emissioni di gas a effetto serra previste non inferiori ai pertinenti parametri di riferimento; iii) attività connesse alle discariche di rifiuti, agli inceneritori e agli impianti di trattamento meccanico biologico; iv) attività nel cui ambito lo smaltimento a lungo termine dei rifiuti potrebbe causare un danno all’ambiente;</w:t>
            </w:r>
          </w:p>
        </w:tc>
        <w:tc>
          <w:tcPr>
            <w:tcW w:w="893" w:type="dxa"/>
            <w:vAlign w:val="center"/>
          </w:tcPr>
          <w:p w14:paraId="5E810514" w14:textId="77777777" w:rsidR="00FE6A04" w:rsidRPr="00350D82"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16ACA670" w14:textId="77777777" w:rsidR="00FE6A04" w:rsidRPr="00350D82"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45EB5575" w14:textId="77777777" w:rsidTr="00FD48A1">
        <w:trPr>
          <w:cantSplit/>
        </w:trPr>
        <w:tc>
          <w:tcPr>
            <w:tcW w:w="8359" w:type="dxa"/>
          </w:tcPr>
          <w:p w14:paraId="72A6C66E" w14:textId="77777777" w:rsidR="00FE6A04" w:rsidRPr="0005117E" w:rsidRDefault="00FE6A04" w:rsidP="00FD48A1">
            <w:pPr>
              <w:spacing w:after="120" w:line="320" w:lineRule="atLeast"/>
              <w:jc w:val="both"/>
            </w:pPr>
            <w:r w:rsidRPr="0079570F">
              <w:t>rispetta, ove pertinenti, i principi trasversali previsti per il PNRR dalla normativa nazionale ed europea;</w:t>
            </w:r>
          </w:p>
        </w:tc>
        <w:tc>
          <w:tcPr>
            <w:tcW w:w="893" w:type="dxa"/>
            <w:vAlign w:val="center"/>
          </w:tcPr>
          <w:p w14:paraId="03174C32" w14:textId="77777777" w:rsidR="00FE6A04"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2FD2D2BC" w14:textId="77777777" w:rsidR="00FE6A04"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0BB19998" w14:textId="77777777" w:rsidTr="00FD48A1">
        <w:trPr>
          <w:cantSplit/>
        </w:trPr>
        <w:tc>
          <w:tcPr>
            <w:tcW w:w="8359" w:type="dxa"/>
          </w:tcPr>
          <w:p w14:paraId="703A4E34" w14:textId="77777777" w:rsidR="00FE6A04" w:rsidRPr="0079570F" w:rsidRDefault="00FE6A04" w:rsidP="00FD48A1">
            <w:pPr>
              <w:spacing w:after="120" w:line="320" w:lineRule="atLeast"/>
              <w:jc w:val="both"/>
            </w:pPr>
            <w:r w:rsidRPr="00D27396">
              <w:t xml:space="preserve">non </w:t>
            </w:r>
            <w:r>
              <w:t>è</w:t>
            </w:r>
            <w:r w:rsidRPr="00D27396">
              <w:t xml:space="preserve"> in situazione anche potenziale di conflitto di interesse</w:t>
            </w:r>
          </w:p>
        </w:tc>
        <w:tc>
          <w:tcPr>
            <w:tcW w:w="893" w:type="dxa"/>
            <w:vAlign w:val="center"/>
          </w:tcPr>
          <w:p w14:paraId="07D725E4" w14:textId="77777777" w:rsidR="00FE6A04"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63D55F30" w14:textId="77777777" w:rsidR="00FE6A04"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19C71062" w14:textId="77777777" w:rsidTr="00FD48A1">
        <w:trPr>
          <w:cantSplit/>
        </w:trPr>
        <w:tc>
          <w:tcPr>
            <w:tcW w:w="8359" w:type="dxa"/>
          </w:tcPr>
          <w:p w14:paraId="375E17F0" w14:textId="77777777" w:rsidR="00FE6A04" w:rsidRPr="00D27396" w:rsidRDefault="00FE6A04" w:rsidP="00FD48A1">
            <w:pPr>
              <w:spacing w:after="120" w:line="320" w:lineRule="atLeast"/>
              <w:jc w:val="both"/>
            </w:pPr>
            <w:r w:rsidRPr="00B22392">
              <w:t>rispetta il divieto di doppio finanziamento</w:t>
            </w:r>
          </w:p>
        </w:tc>
        <w:tc>
          <w:tcPr>
            <w:tcW w:w="893" w:type="dxa"/>
            <w:vAlign w:val="center"/>
          </w:tcPr>
          <w:p w14:paraId="2FC9231D" w14:textId="77777777" w:rsidR="00FE6A04" w:rsidRDefault="00FE6A04" w:rsidP="00FD48A1">
            <w:pPr>
              <w:spacing w:before="100" w:beforeAutospacing="1" w:after="120" w:line="320" w:lineRule="atLeast"/>
              <w:jc w:val="center"/>
              <w:rPr>
                <w:bCs/>
              </w:rPr>
            </w:pPr>
          </w:p>
        </w:tc>
        <w:tc>
          <w:tcPr>
            <w:tcW w:w="936" w:type="dxa"/>
            <w:vAlign w:val="center"/>
          </w:tcPr>
          <w:p w14:paraId="5254C99B" w14:textId="77777777" w:rsidR="00FE6A04" w:rsidRDefault="00FE6A04" w:rsidP="00FD48A1">
            <w:pPr>
              <w:spacing w:before="100" w:beforeAutospacing="1" w:after="120" w:line="320" w:lineRule="atLeast"/>
              <w:jc w:val="center"/>
              <w:rPr>
                <w:bCs/>
              </w:rPr>
            </w:pPr>
          </w:p>
        </w:tc>
      </w:tr>
      <w:tr w:rsidR="00FE6A04" w:rsidRPr="00350D82" w14:paraId="073BB28D" w14:textId="77777777" w:rsidTr="00FD48A1">
        <w:trPr>
          <w:cantSplit/>
        </w:trPr>
        <w:tc>
          <w:tcPr>
            <w:tcW w:w="8359" w:type="dxa"/>
          </w:tcPr>
          <w:p w14:paraId="04CC479D" w14:textId="77777777" w:rsidR="00FE6A04" w:rsidRPr="00B22392" w:rsidRDefault="00FE6A04" w:rsidP="00FD48A1">
            <w:pPr>
              <w:spacing w:after="120" w:line="320" w:lineRule="atLeast"/>
              <w:jc w:val="both"/>
            </w:pPr>
            <w:r>
              <w:t>assume l'obbligo di assicurare, in caso di aggiudicazione del beneficio economico, una quota pari almeno al 30 per cento, delle assunzioni necessarie per l'esecuzione delle attività connesse o strumentali al progetto finanziato, sia all'occupazione giovanile sia all'occupazione femminile secondo quanto stabilito dall'articolo 47 del decreto-legge 31 maggio 2021, n.77, convertito, con modificazioni, dalla legge 29 luglio 2021, n.108, e dalle linee guida pertinenti del decreto interministeriale del 7 dicembre 2021</w:t>
            </w:r>
          </w:p>
        </w:tc>
        <w:tc>
          <w:tcPr>
            <w:tcW w:w="893" w:type="dxa"/>
            <w:vAlign w:val="center"/>
          </w:tcPr>
          <w:p w14:paraId="2BE3F481" w14:textId="77777777" w:rsidR="00FE6A04"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6327C19E" w14:textId="77777777" w:rsidR="00FE6A04"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573A9EFA" w14:textId="77777777" w:rsidTr="00FD48A1">
        <w:trPr>
          <w:cantSplit/>
        </w:trPr>
        <w:tc>
          <w:tcPr>
            <w:tcW w:w="8359" w:type="dxa"/>
          </w:tcPr>
          <w:p w14:paraId="183D9122" w14:textId="77777777" w:rsidR="00FE6A04" w:rsidRPr="00B22392" w:rsidRDefault="00FE6A04" w:rsidP="00FD48A1">
            <w:pPr>
              <w:spacing w:after="120" w:line="320" w:lineRule="atLeast"/>
              <w:jc w:val="both"/>
            </w:pPr>
            <w:r w:rsidRPr="00CC2183">
              <w:t>rispetta ogni altra condizione prevista dalla normativa nazionale ed europea applicabile</w:t>
            </w:r>
          </w:p>
        </w:tc>
        <w:tc>
          <w:tcPr>
            <w:tcW w:w="893" w:type="dxa"/>
            <w:vAlign w:val="center"/>
          </w:tcPr>
          <w:p w14:paraId="0CF58AE3" w14:textId="77777777" w:rsidR="00FE6A04"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42DDEF85" w14:textId="77777777" w:rsidR="00FE6A04"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76A4FA2B" w14:textId="77777777" w:rsidTr="00FD48A1">
        <w:trPr>
          <w:cantSplit/>
        </w:trPr>
        <w:tc>
          <w:tcPr>
            <w:tcW w:w="8359" w:type="dxa"/>
          </w:tcPr>
          <w:p w14:paraId="7EF1B89B" w14:textId="77777777" w:rsidR="00FE6A04" w:rsidRDefault="00FE6A04" w:rsidP="00FD48A1">
            <w:pPr>
              <w:spacing w:before="100" w:beforeAutospacing="1" w:after="120" w:line="320" w:lineRule="atLeast"/>
              <w:jc w:val="both"/>
            </w:pPr>
            <w:r w:rsidRPr="004C1753">
              <w:t xml:space="preserve">la società adotterà misure adeguate volte a rispettare il principio di sana gestione finanziaria secondo quanto disciplinato nel Regolamento finanziario (UE, </w:t>
            </w:r>
            <w:proofErr w:type="spellStart"/>
            <w:r w:rsidRPr="004C1753">
              <w:t>Euratom</w:t>
            </w:r>
            <w:proofErr w:type="spellEnd"/>
            <w:r w:rsidRPr="004C1753">
              <w:t>) 2018/1046 e nell’articolo 22 del Regolamento (UE) 2021/240, in particolare in materia di prevenzione dei conflitti di interessi, delle frodi e della corruzione</w:t>
            </w:r>
          </w:p>
        </w:tc>
        <w:tc>
          <w:tcPr>
            <w:tcW w:w="893" w:type="dxa"/>
            <w:vAlign w:val="center"/>
          </w:tcPr>
          <w:p w14:paraId="1A43FFB5" w14:textId="77777777" w:rsidR="00FE6A04" w:rsidRPr="00350D82"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3DB57DB9" w14:textId="77777777" w:rsidR="00FE6A04" w:rsidRPr="00350D82"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r w:rsidR="00FE6A04" w:rsidRPr="00350D82" w14:paraId="4E804A29" w14:textId="77777777" w:rsidTr="00FD48A1">
        <w:trPr>
          <w:cantSplit/>
        </w:trPr>
        <w:tc>
          <w:tcPr>
            <w:tcW w:w="8359" w:type="dxa"/>
          </w:tcPr>
          <w:p w14:paraId="321E4D44" w14:textId="77777777" w:rsidR="00FE6A04" w:rsidRPr="00BE1892" w:rsidRDefault="00FE6A04" w:rsidP="00FD48A1">
            <w:pPr>
              <w:spacing w:before="100" w:beforeAutospacing="1" w:after="120" w:line="320" w:lineRule="atLeast"/>
              <w:jc w:val="both"/>
            </w:pPr>
            <w:r w:rsidRPr="004C1753">
              <w:t>è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tc>
        <w:tc>
          <w:tcPr>
            <w:tcW w:w="893" w:type="dxa"/>
            <w:vAlign w:val="center"/>
          </w:tcPr>
          <w:p w14:paraId="4F86F71A" w14:textId="77777777" w:rsidR="00FE6A04" w:rsidRPr="00350D82" w:rsidRDefault="00FE6A04" w:rsidP="00FD48A1">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c>
          <w:tcPr>
            <w:tcW w:w="936" w:type="dxa"/>
            <w:vAlign w:val="center"/>
          </w:tcPr>
          <w:p w14:paraId="07C292A4" w14:textId="77777777" w:rsidR="00FE6A04" w:rsidRPr="00350D82" w:rsidRDefault="00FE6A04" w:rsidP="00FD48A1">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470C98">
              <w:rPr>
                <w:bCs/>
              </w:rPr>
            </w:r>
            <w:r w:rsidR="00470C98">
              <w:rPr>
                <w:bCs/>
              </w:rPr>
              <w:fldChar w:fldCharType="separate"/>
            </w:r>
            <w:r>
              <w:rPr>
                <w:bCs/>
              </w:rPr>
              <w:fldChar w:fldCharType="end"/>
            </w:r>
          </w:p>
        </w:tc>
      </w:tr>
    </w:tbl>
    <w:p w14:paraId="2AA9E3A8" w14:textId="77777777" w:rsidR="00FE6A04" w:rsidRDefault="00FE6A04" w:rsidP="00FE6A04">
      <w:pPr>
        <w:spacing w:after="120" w:line="320" w:lineRule="atLeast"/>
        <w:jc w:val="both"/>
        <w:rPr>
          <w:rFonts w:ascii="Calibri" w:eastAsia="Times New Roman" w:hAnsi="Calibri" w:cs="Calibri"/>
          <w:bCs/>
          <w:lang w:eastAsia="it-IT"/>
        </w:rPr>
      </w:pPr>
    </w:p>
    <w:p w14:paraId="528F78ED" w14:textId="77777777" w:rsidR="00FE6A04" w:rsidRPr="00DC6391" w:rsidRDefault="00FE6A04" w:rsidP="00FE6A04">
      <w:pPr>
        <w:spacing w:after="120" w:line="320" w:lineRule="atLeast"/>
        <w:jc w:val="center"/>
      </w:pPr>
      <w:r w:rsidRPr="00DC6391">
        <w:t xml:space="preserve">ai fini dell’identificazione del “titolare effettivo”, di cui al </w:t>
      </w:r>
      <w:proofErr w:type="spellStart"/>
      <w:r w:rsidRPr="00DC6391">
        <w:t>D.Lgs.</w:t>
      </w:r>
      <w:proofErr w:type="spellEnd"/>
      <w:r w:rsidRPr="00DC6391">
        <w:t xml:space="preserve"> n. </w:t>
      </w:r>
      <w:r w:rsidRPr="00D521AF">
        <w:t>231/2007</w:t>
      </w:r>
      <w:r w:rsidRPr="00DC6391">
        <w:t xml:space="preserve"> e </w:t>
      </w:r>
      <w:proofErr w:type="spellStart"/>
      <w:r w:rsidRPr="00DC6391">
        <w:t>s.m.i.</w:t>
      </w:r>
      <w:proofErr w:type="spellEnd"/>
      <w:r w:rsidRPr="00DC6391">
        <w:t xml:space="preserve"> e, pertanto</w:t>
      </w:r>
    </w:p>
    <w:p w14:paraId="651EEE38" w14:textId="77777777" w:rsidR="00FE6A04" w:rsidRPr="00DC6391" w:rsidRDefault="00FE6A04" w:rsidP="00FE6A04">
      <w:pPr>
        <w:spacing w:after="120" w:line="320" w:lineRule="atLeast"/>
        <w:jc w:val="center"/>
      </w:pPr>
      <w:r>
        <w:rPr>
          <w:b/>
        </w:rPr>
        <w:lastRenderedPageBreak/>
        <w:t>DICHIARA</w:t>
      </w:r>
    </w:p>
    <w:p w14:paraId="6EA5B72D" w14:textId="77777777" w:rsidR="00FE6A04" w:rsidRDefault="00FE6A04" w:rsidP="00FE6A04">
      <w:pPr>
        <w:spacing w:after="120" w:line="320" w:lineRule="atLeast"/>
      </w:pPr>
    </w:p>
    <w:p w14:paraId="66713B92" w14:textId="77777777" w:rsidR="00FE6A04" w:rsidRPr="00BE5DA9" w:rsidRDefault="00FE6A04" w:rsidP="00FE6A04">
      <w:pPr>
        <w:spacing w:after="120" w:line="320" w:lineRule="atLeast"/>
        <w:ind w:left="426" w:hanging="426"/>
      </w:pPr>
      <w:r>
        <w:rPr>
          <w:rFonts w:ascii="Wingdings" w:hAnsi="Wingdings"/>
        </w:rPr>
        <w:fldChar w:fldCharType="begin">
          <w:ffData>
            <w:name w:val="Controllo10"/>
            <w:enabled/>
            <w:calcOnExit w:val="0"/>
            <w:checkBox>
              <w:sizeAuto/>
              <w:default w:val="0"/>
            </w:checkBox>
          </w:ffData>
        </w:fldChar>
      </w:r>
      <w:bookmarkStart w:id="2" w:name="Controllo10"/>
      <w:r>
        <w:rPr>
          <w:rFonts w:ascii="Wingdings" w:hAnsi="Wingdings"/>
        </w:rPr>
        <w:instrText xml:space="preserve"> FORMCHECKBOX </w:instrText>
      </w:r>
      <w:r w:rsidR="00470C98">
        <w:rPr>
          <w:rFonts w:ascii="Wingdings" w:hAnsi="Wingdings"/>
        </w:rPr>
      </w:r>
      <w:r w:rsidR="00470C98">
        <w:rPr>
          <w:rFonts w:ascii="Wingdings" w:hAnsi="Wingdings"/>
        </w:rPr>
        <w:fldChar w:fldCharType="separate"/>
      </w:r>
      <w:r>
        <w:rPr>
          <w:rFonts w:ascii="Wingdings" w:hAnsi="Wingdings"/>
        </w:rPr>
        <w:fldChar w:fldCharType="end"/>
      </w:r>
      <w:bookmarkEnd w:id="2"/>
      <w:r>
        <w:tab/>
      </w:r>
      <w:r w:rsidRPr="00BE5DA9">
        <w:t>di agire per conto del/i seguente/i titolare/i effettivo/i:</w:t>
      </w:r>
    </w:p>
    <w:p w14:paraId="21074468" w14:textId="77777777" w:rsidR="00FE6A04" w:rsidRPr="00BE5DA9" w:rsidRDefault="00FE6A04" w:rsidP="00FE6A04">
      <w:pPr>
        <w:spacing w:after="120" w:line="320" w:lineRule="atLeast"/>
        <w:ind w:left="426"/>
      </w:pPr>
      <w:r w:rsidRPr="00BE5DA9">
        <w:t>Cognome e nome…………</w:t>
      </w:r>
      <w:proofErr w:type="gramStart"/>
      <w:r w:rsidRPr="00BE5DA9">
        <w:t>…….</w:t>
      </w:r>
      <w:proofErr w:type="gramEnd"/>
      <w:r w:rsidRPr="00BE5DA9">
        <w:t>………...…… Nato il…</w:t>
      </w:r>
      <w:proofErr w:type="gramStart"/>
      <w:r w:rsidRPr="00BE5DA9">
        <w:t>…….</w:t>
      </w:r>
      <w:proofErr w:type="gramEnd"/>
      <w:r w:rsidRPr="00BE5DA9">
        <w:t>.…………..a ………..……......... (……)</w:t>
      </w:r>
    </w:p>
    <w:p w14:paraId="2ED800A1" w14:textId="77777777" w:rsidR="00FE6A04" w:rsidRPr="00BE5DA9" w:rsidRDefault="00FE6A04" w:rsidP="00FE6A04">
      <w:pPr>
        <w:spacing w:after="120" w:line="320" w:lineRule="atLeast"/>
        <w:ind w:left="426"/>
      </w:pPr>
      <w:r w:rsidRPr="00BE5DA9">
        <w:t>Residente a</w:t>
      </w:r>
      <w:proofErr w:type="gramStart"/>
      <w:r w:rsidRPr="00BE5DA9">
        <w:t xml:space="preserve"> .…</w:t>
      </w:r>
      <w:proofErr w:type="gramEnd"/>
      <w:r w:rsidRPr="00BE5DA9">
        <w:t>………………….. (……), Via …………………………………, CAP ………………….</w:t>
      </w:r>
    </w:p>
    <w:p w14:paraId="2F9CF8D4" w14:textId="77777777" w:rsidR="00FE6A04" w:rsidRPr="00BE5DA9" w:rsidRDefault="00FE6A04" w:rsidP="00FE6A04">
      <w:pPr>
        <w:spacing w:after="120" w:line="320" w:lineRule="atLeast"/>
        <w:ind w:left="426"/>
      </w:pPr>
      <w:r w:rsidRPr="00BE5DA9">
        <w:t>Codice Fiscale</w:t>
      </w:r>
      <w:proofErr w:type="gramStart"/>
      <w:r w:rsidRPr="00BE5DA9">
        <w:t xml:space="preserve"> ..</w:t>
      </w:r>
      <w:proofErr w:type="gramEnd"/>
      <w:r w:rsidRPr="00BE5DA9">
        <w:t>……………………………………………………………………………………</w:t>
      </w:r>
    </w:p>
    <w:p w14:paraId="3402BCC6" w14:textId="77777777" w:rsidR="00FE6A04" w:rsidRPr="00BE5DA9" w:rsidRDefault="00FE6A04" w:rsidP="00FE6A04">
      <w:pPr>
        <w:spacing w:after="120" w:line="320" w:lineRule="atLeast"/>
        <w:ind w:left="426"/>
      </w:pPr>
    </w:p>
    <w:p w14:paraId="6810D703" w14:textId="77777777" w:rsidR="00FE6A04" w:rsidRPr="00BE5DA9" w:rsidRDefault="00FE6A04" w:rsidP="00FE6A04">
      <w:pPr>
        <w:spacing w:after="120" w:line="320" w:lineRule="atLeast"/>
        <w:ind w:left="426"/>
      </w:pPr>
      <w:r w:rsidRPr="00BE5DA9">
        <w:t>Cognome e nome…………</w:t>
      </w:r>
      <w:proofErr w:type="gramStart"/>
      <w:r w:rsidRPr="00BE5DA9">
        <w:t>…….</w:t>
      </w:r>
      <w:proofErr w:type="gramEnd"/>
      <w:r w:rsidRPr="00BE5DA9">
        <w:t>………...…… Nato il…</w:t>
      </w:r>
      <w:proofErr w:type="gramStart"/>
      <w:r w:rsidRPr="00BE5DA9">
        <w:t>…….</w:t>
      </w:r>
      <w:proofErr w:type="gramEnd"/>
      <w:r w:rsidRPr="00BE5DA9">
        <w:t>.…………..a ………..……......... (……)</w:t>
      </w:r>
    </w:p>
    <w:p w14:paraId="69157B2F" w14:textId="77777777" w:rsidR="00FE6A04" w:rsidRPr="00BE5DA9" w:rsidRDefault="00FE6A04" w:rsidP="00FE6A04">
      <w:pPr>
        <w:spacing w:after="120" w:line="320" w:lineRule="atLeast"/>
        <w:ind w:left="426"/>
      </w:pPr>
      <w:r w:rsidRPr="00BE5DA9">
        <w:t>Residente a</w:t>
      </w:r>
      <w:proofErr w:type="gramStart"/>
      <w:r w:rsidRPr="00BE5DA9">
        <w:t xml:space="preserve"> .…</w:t>
      </w:r>
      <w:proofErr w:type="gramEnd"/>
      <w:r w:rsidRPr="00BE5DA9">
        <w:t>………………….. (……), Via …………………………………, CAP ………………….</w:t>
      </w:r>
    </w:p>
    <w:p w14:paraId="7823A5E5" w14:textId="77777777" w:rsidR="00FE6A04" w:rsidRPr="00BE5DA9" w:rsidRDefault="00FE6A04" w:rsidP="00FE6A04">
      <w:pPr>
        <w:spacing w:after="120" w:line="320" w:lineRule="atLeast"/>
        <w:ind w:left="426"/>
      </w:pPr>
      <w:r w:rsidRPr="00BE5DA9">
        <w:t>Codice Fiscale</w:t>
      </w:r>
      <w:proofErr w:type="gramStart"/>
      <w:r w:rsidRPr="00BE5DA9">
        <w:t xml:space="preserve"> ..</w:t>
      </w:r>
      <w:proofErr w:type="gramEnd"/>
      <w:r w:rsidRPr="00BE5DA9">
        <w:t>……………………………………………………………………………………</w:t>
      </w:r>
    </w:p>
    <w:p w14:paraId="0AA02AA5" w14:textId="77777777" w:rsidR="00FE6A04" w:rsidRPr="00BE5DA9" w:rsidRDefault="00FE6A04" w:rsidP="00FE6A04">
      <w:pPr>
        <w:spacing w:after="120" w:line="320" w:lineRule="atLeast"/>
        <w:ind w:left="426"/>
      </w:pPr>
    </w:p>
    <w:p w14:paraId="3D90B75C" w14:textId="77777777" w:rsidR="00FE6A04" w:rsidRPr="00BE5DA9" w:rsidRDefault="00FE6A04" w:rsidP="00FE6A04">
      <w:pPr>
        <w:spacing w:after="120" w:line="320" w:lineRule="atLeast"/>
        <w:ind w:left="426"/>
      </w:pPr>
      <w:r w:rsidRPr="00BE5DA9">
        <w:t xml:space="preserve">che i suddetti soggetti sono stati formalmente individuati ai sensi di quanto disposto dagli articoli 20 e 22 comma 2, D. Lgs. 231/2007 e </w:t>
      </w:r>
      <w:proofErr w:type="spellStart"/>
      <w:r w:rsidRPr="00BE5DA9">
        <w:t>s.m.i.</w:t>
      </w:r>
      <w:proofErr w:type="spellEnd"/>
      <w:r w:rsidRPr="00BE5DA9">
        <w:t xml:space="preserve"> (**);</w:t>
      </w:r>
    </w:p>
    <w:p w14:paraId="73D71FD5" w14:textId="77777777" w:rsidR="00FE6A04" w:rsidRDefault="00FE6A04" w:rsidP="00FE6A04">
      <w:pPr>
        <w:spacing w:after="120" w:line="320" w:lineRule="atLeast"/>
        <w:ind w:left="426"/>
      </w:pPr>
    </w:p>
    <w:p w14:paraId="1EED1F4C" w14:textId="77777777" w:rsidR="00FE6A04" w:rsidRPr="00CE04D2" w:rsidRDefault="00FE6A04" w:rsidP="00FE6A04">
      <w:pPr>
        <w:spacing w:after="120" w:line="320" w:lineRule="atLeast"/>
        <w:rPr>
          <w:i/>
          <w:iCs/>
        </w:rPr>
      </w:pPr>
      <w:r w:rsidRPr="00CE04D2">
        <w:rPr>
          <w:i/>
          <w:iCs/>
        </w:rPr>
        <w:t>Nota: in caso di tit</w:t>
      </w:r>
      <w:r>
        <w:rPr>
          <w:i/>
          <w:iCs/>
        </w:rPr>
        <w:t>olari effettivi diversi dal firmatario, anche tali titolari effettivi dovranno fornire autodichiarazione di assenza di conflitto di interessi</w:t>
      </w:r>
    </w:p>
    <w:p w14:paraId="09D67643" w14:textId="77777777" w:rsidR="00FE6A04" w:rsidRPr="00BE5DA9" w:rsidRDefault="00FE6A04" w:rsidP="00FE6A04">
      <w:pPr>
        <w:spacing w:after="120" w:line="320" w:lineRule="atLeast"/>
        <w:ind w:left="426"/>
      </w:pPr>
    </w:p>
    <w:p w14:paraId="03839F0B" w14:textId="77777777" w:rsidR="00FE6A04" w:rsidRPr="00BE5DA9" w:rsidRDefault="00FE6A04" w:rsidP="00FE6A04">
      <w:pPr>
        <w:spacing w:after="120" w:line="320" w:lineRule="atLeast"/>
      </w:pPr>
      <w:r w:rsidRPr="00BE5DA9">
        <w:t>OPPURE</w:t>
      </w:r>
    </w:p>
    <w:p w14:paraId="6B790D09" w14:textId="77777777" w:rsidR="00FE6A04" w:rsidRPr="00BE5DA9" w:rsidRDefault="00FE6A04" w:rsidP="00FE6A04">
      <w:pPr>
        <w:spacing w:after="120" w:line="320" w:lineRule="atLeast"/>
        <w:ind w:left="426" w:hanging="426"/>
      </w:pPr>
      <w:r>
        <w:rPr>
          <w:rFonts w:ascii="Wingdings" w:hAnsi="Wingdings"/>
        </w:rPr>
        <w:fldChar w:fldCharType="begin">
          <w:ffData>
            <w:name w:val="Controllo11"/>
            <w:enabled/>
            <w:calcOnExit w:val="0"/>
            <w:checkBox>
              <w:sizeAuto/>
              <w:default w:val="0"/>
            </w:checkBox>
          </w:ffData>
        </w:fldChar>
      </w:r>
      <w:bookmarkStart w:id="3" w:name="Controllo11"/>
      <w:r>
        <w:rPr>
          <w:rFonts w:ascii="Wingdings" w:hAnsi="Wingdings"/>
        </w:rPr>
        <w:instrText xml:space="preserve"> FORMCHECKBOX </w:instrText>
      </w:r>
      <w:r w:rsidR="00470C98">
        <w:rPr>
          <w:rFonts w:ascii="Wingdings" w:hAnsi="Wingdings"/>
        </w:rPr>
      </w:r>
      <w:r w:rsidR="00470C98">
        <w:rPr>
          <w:rFonts w:ascii="Wingdings" w:hAnsi="Wingdings"/>
        </w:rPr>
        <w:fldChar w:fldCharType="separate"/>
      </w:r>
      <w:r>
        <w:rPr>
          <w:rFonts w:ascii="Wingdings" w:hAnsi="Wingdings"/>
        </w:rPr>
        <w:fldChar w:fldCharType="end"/>
      </w:r>
      <w:bookmarkEnd w:id="3"/>
      <w:r>
        <w:tab/>
      </w:r>
      <w:r w:rsidRPr="00BE5DA9">
        <w:t xml:space="preserve">di essere stato formalmente individuato ai sensi di quanto disposto dall’art. 20, comma 5, D. Lgs. 231/2007 e </w:t>
      </w:r>
      <w:proofErr w:type="spellStart"/>
      <w:r w:rsidRPr="00BE5DA9">
        <w:t>s.m.i.</w:t>
      </w:r>
      <w:proofErr w:type="spellEnd"/>
      <w:r w:rsidRPr="00BE5DA9">
        <w:t>, si allega atto di nomina;</w:t>
      </w:r>
    </w:p>
    <w:p w14:paraId="1DF5FA46" w14:textId="77777777" w:rsidR="00FE6A04" w:rsidRPr="00BE5DA9" w:rsidRDefault="00FE6A04" w:rsidP="00FE6A04">
      <w:pPr>
        <w:spacing w:after="120" w:line="320" w:lineRule="atLeast"/>
      </w:pPr>
    </w:p>
    <w:p w14:paraId="008F0768" w14:textId="77777777" w:rsidR="00FE6A04" w:rsidRPr="00BE5DA9" w:rsidRDefault="00FE6A04" w:rsidP="00FE6A04">
      <w:pPr>
        <w:spacing w:after="120" w:line="320" w:lineRule="atLeast"/>
      </w:pPr>
      <w:r w:rsidRPr="00BE5DA9">
        <w:t>OPPURE</w:t>
      </w:r>
    </w:p>
    <w:p w14:paraId="0A1BC832" w14:textId="77777777" w:rsidR="00FE6A04" w:rsidRPr="00BE5DA9" w:rsidRDefault="00FE6A04" w:rsidP="00FE6A04">
      <w:pPr>
        <w:spacing w:after="120" w:line="320" w:lineRule="atLeast"/>
        <w:ind w:left="426" w:hanging="426"/>
      </w:pPr>
      <w:r>
        <w:rPr>
          <w:rFonts w:ascii="Wingdings" w:hAnsi="Wingdings"/>
        </w:rPr>
        <w:fldChar w:fldCharType="begin">
          <w:ffData>
            <w:name w:val="Controllo12"/>
            <w:enabled/>
            <w:calcOnExit w:val="0"/>
            <w:checkBox>
              <w:sizeAuto/>
              <w:default w:val="0"/>
            </w:checkBox>
          </w:ffData>
        </w:fldChar>
      </w:r>
      <w:bookmarkStart w:id="4" w:name="Controllo12"/>
      <w:r>
        <w:rPr>
          <w:rFonts w:ascii="Wingdings" w:hAnsi="Wingdings"/>
        </w:rPr>
        <w:instrText xml:space="preserve"> FORMCHECKBOX </w:instrText>
      </w:r>
      <w:r w:rsidR="00470C98">
        <w:rPr>
          <w:rFonts w:ascii="Wingdings" w:hAnsi="Wingdings"/>
        </w:rPr>
      </w:r>
      <w:r w:rsidR="00470C98">
        <w:rPr>
          <w:rFonts w:ascii="Wingdings" w:hAnsi="Wingdings"/>
        </w:rPr>
        <w:fldChar w:fldCharType="separate"/>
      </w:r>
      <w:r>
        <w:rPr>
          <w:rFonts w:ascii="Wingdings" w:hAnsi="Wingdings"/>
        </w:rPr>
        <w:fldChar w:fldCharType="end"/>
      </w:r>
      <w:bookmarkEnd w:id="4"/>
      <w:r>
        <w:tab/>
      </w:r>
      <w:r w:rsidRPr="00BE5DA9">
        <w:t xml:space="preserve">di non essere in grado di indicare il titolare effettivo, così come previsto dal d.lgs. n. 231/2007 e </w:t>
      </w:r>
      <w:proofErr w:type="spellStart"/>
      <w:r w:rsidRPr="00BE5DA9">
        <w:t>s.m.i.</w:t>
      </w:r>
      <w:proofErr w:type="spellEnd"/>
      <w:r w:rsidRPr="00BE5DA9">
        <w:t xml:space="preserve"> per i seguenti motivi:</w:t>
      </w:r>
    </w:p>
    <w:p w14:paraId="66DBEE78" w14:textId="77777777" w:rsidR="00FE6A04" w:rsidRPr="00BE5DA9" w:rsidRDefault="00FE6A04" w:rsidP="00FE6A04">
      <w:pPr>
        <w:spacing w:after="120" w:line="320" w:lineRule="atLeast"/>
        <w:ind w:left="426"/>
      </w:pPr>
      <w:r w:rsidRPr="00BE5DA9">
        <w:t>__________________________________________________________________________________________________________________________________________________________________________________________________________________________________________</w:t>
      </w:r>
    </w:p>
    <w:p w14:paraId="1E5861CD" w14:textId="77777777" w:rsidR="00FE6A04" w:rsidRDefault="00FE6A04" w:rsidP="00FE6A04">
      <w:pPr>
        <w:spacing w:after="120" w:line="320" w:lineRule="atLeast"/>
      </w:pPr>
    </w:p>
    <w:p w14:paraId="3FACBC6E" w14:textId="77777777" w:rsidR="00FE6A04" w:rsidRDefault="00FE6A04" w:rsidP="00FE6A04">
      <w:pPr>
        <w:spacing w:after="120" w:line="320" w:lineRule="atLeast"/>
      </w:pPr>
    </w:p>
    <w:p w14:paraId="60C5A253" w14:textId="77777777" w:rsidR="00FE6A04" w:rsidRPr="004C1753" w:rsidRDefault="00FE6A04" w:rsidP="00FE6A04">
      <w:pPr>
        <w:spacing w:after="120" w:line="320" w:lineRule="atLeast"/>
        <w:jc w:val="both"/>
        <w:rPr>
          <w:rFonts w:eastAsia="Calibri"/>
        </w:rPr>
      </w:pPr>
      <w:r w:rsidRPr="004C1753">
        <w:rPr>
          <w:rFonts w:eastAsia="Calibri"/>
        </w:rPr>
        <w:lastRenderedPageBreak/>
        <w:t xml:space="preserve">Dichiara, infine, </w:t>
      </w:r>
      <w:r>
        <w:rPr>
          <w:rFonts w:eastAsia="Calibri"/>
        </w:rPr>
        <w:t>presa</w:t>
      </w:r>
      <w:r w:rsidRPr="004C1753">
        <w:rPr>
          <w:rFonts w:eastAsia="Calibri"/>
        </w:rPr>
        <w:t xml:space="preserve"> visione </w:t>
      </w:r>
      <w:r>
        <w:rPr>
          <w:rFonts w:eastAsia="Calibri"/>
        </w:rPr>
        <w:t xml:space="preserve">e accettazione </w:t>
      </w:r>
      <w:r w:rsidRPr="004C1753">
        <w:rPr>
          <w:rFonts w:eastAsia="Calibri"/>
        </w:rPr>
        <w:t>dell</w:t>
      </w:r>
      <w:r>
        <w:rPr>
          <w:rFonts w:eastAsia="Calibri"/>
        </w:rPr>
        <w:t xml:space="preserve">e </w:t>
      </w:r>
      <w:r w:rsidRPr="004C1753">
        <w:rPr>
          <w:rFonts w:eastAsia="Calibri"/>
        </w:rPr>
        <w:t>informativ</w:t>
      </w:r>
      <w:r>
        <w:rPr>
          <w:rFonts w:eastAsia="Calibri"/>
        </w:rPr>
        <w:t>e</w:t>
      </w:r>
      <w:r w:rsidRPr="004C1753">
        <w:rPr>
          <w:rFonts w:eastAsia="Calibri"/>
        </w:rPr>
        <w:t xml:space="preserve"> sul trattamento dei dati fornit</w:t>
      </w:r>
      <w:r>
        <w:rPr>
          <w:rFonts w:eastAsia="Calibri"/>
        </w:rPr>
        <w:t xml:space="preserve">e </w:t>
      </w:r>
      <w:r w:rsidRPr="004C1753">
        <w:rPr>
          <w:rFonts w:eastAsia="Calibri"/>
        </w:rPr>
        <w:t xml:space="preserve">nella sezione “Privacy” </w:t>
      </w:r>
      <w:hyperlink r:id="rId11" w:history="1">
        <w:r w:rsidRPr="004C1753">
          <w:rPr>
            <w:rStyle w:val="Collegamentoipertestuale"/>
            <w:rFonts w:eastAsia="Calibri"/>
          </w:rPr>
          <w:t>http://registrotrasparenza.mise.gov.it</w:t>
        </w:r>
      </w:hyperlink>
      <w:r>
        <w:rPr>
          <w:rFonts w:eastAsia="Calibri"/>
        </w:rPr>
        <w:t xml:space="preserve"> del MIMIT e nella sezione “Privacy Policy” di CYBER 4.0 </w:t>
      </w:r>
      <w:hyperlink r:id="rId12" w:history="1">
        <w:r w:rsidRPr="002D165B">
          <w:rPr>
            <w:rStyle w:val="Collegamentoipertestuale"/>
            <w:rFonts w:eastAsia="Calibri"/>
          </w:rPr>
          <w:t>https://www.cyber40.it</w:t>
        </w:r>
      </w:hyperlink>
    </w:p>
    <w:p w14:paraId="18F1263E" w14:textId="77777777" w:rsidR="00FE6A04" w:rsidRDefault="00FE6A04" w:rsidP="00FE6A04">
      <w:pPr>
        <w:spacing w:after="120" w:line="320" w:lineRule="atLeast"/>
        <w:jc w:val="both"/>
        <w:rPr>
          <w:rFonts w:ascii="Calibri" w:eastAsia="Times New Roman" w:hAnsi="Calibri" w:cs="Calibri"/>
          <w:bCs/>
          <w:lang w:eastAsia="it-IT"/>
        </w:rPr>
      </w:pPr>
    </w:p>
    <w:p w14:paraId="7654D510" w14:textId="77777777" w:rsidR="00FE6A04" w:rsidRPr="00350D82" w:rsidRDefault="00FE6A04" w:rsidP="00FE6A04">
      <w:pPr>
        <w:spacing w:after="120" w:line="320" w:lineRule="atLeast"/>
      </w:pPr>
      <w:r>
        <w:t>[luogo]</w:t>
      </w:r>
      <w:r w:rsidRPr="00350D82">
        <w:t>, lì</w:t>
      </w:r>
      <w:r>
        <w:t xml:space="preserve"> [data]</w:t>
      </w:r>
      <w:r w:rsidRPr="00350D82" w:rsidDel="00772F46">
        <w:t xml:space="preserve"> </w:t>
      </w:r>
    </w:p>
    <w:p w14:paraId="2F7EBE06" w14:textId="77777777" w:rsidR="00FE6A04" w:rsidRPr="00350D82" w:rsidRDefault="00FE6A04" w:rsidP="00FE6A04">
      <w:pPr>
        <w:spacing w:after="120" w:line="320" w:lineRule="atLeast"/>
      </w:pPr>
    </w:p>
    <w:p w14:paraId="2C4CC5B8" w14:textId="77777777" w:rsidR="00FE6A04" w:rsidRPr="00350D82" w:rsidRDefault="00FE6A04" w:rsidP="00FE6A04">
      <w:pPr>
        <w:spacing w:after="120" w:line="320" w:lineRule="atLeast"/>
        <w:ind w:left="5812"/>
        <w:jc w:val="center"/>
      </w:pPr>
      <w:r w:rsidRPr="00350D82">
        <w:t>_________________________</w:t>
      </w:r>
    </w:p>
    <w:p w14:paraId="184A0002" w14:textId="77777777" w:rsidR="00FE6A04" w:rsidRPr="00297784" w:rsidRDefault="00FE6A04" w:rsidP="00FE6A04">
      <w:pPr>
        <w:spacing w:after="120" w:line="320" w:lineRule="atLeast"/>
        <w:ind w:left="5812"/>
        <w:jc w:val="center"/>
      </w:pPr>
      <w:r w:rsidRPr="00350D82">
        <w:t>[Nome Cognome]</w:t>
      </w:r>
    </w:p>
    <w:p w14:paraId="69EF103C" w14:textId="77777777" w:rsidR="00FE6A04" w:rsidRDefault="00FE6A04" w:rsidP="00FE6A04">
      <w:pPr>
        <w:spacing w:after="120" w:line="320" w:lineRule="atLeast"/>
        <w:jc w:val="both"/>
        <w:rPr>
          <w:rFonts w:ascii="Calibri" w:eastAsia="Times New Roman" w:hAnsi="Calibri" w:cs="Calibri"/>
          <w:bCs/>
          <w:lang w:eastAsia="it-IT"/>
        </w:rPr>
      </w:pPr>
    </w:p>
    <w:p w14:paraId="134EC0E4" w14:textId="75BA8400" w:rsidR="00FE6A04" w:rsidRDefault="00FE6A04" w:rsidP="00470C98">
      <w:pPr>
        <w:ind w:firstLine="3828"/>
        <w:jc w:val="right"/>
      </w:pPr>
      <w:r>
        <w:t>(FIRMA DIGITALE</w:t>
      </w:r>
      <w:r w:rsidR="00470C98">
        <w:t xml:space="preserve"> in formato </w:t>
      </w:r>
      <w:proofErr w:type="spellStart"/>
      <w:r w:rsidR="00470C98">
        <w:t>Pades</w:t>
      </w:r>
      <w:proofErr w:type="spellEnd"/>
      <w:r w:rsidR="00470C98">
        <w:t xml:space="preserve"> con marca visibile</w:t>
      </w:r>
      <w:r>
        <w:t>)</w:t>
      </w:r>
    </w:p>
    <w:p w14:paraId="68F03EF3" w14:textId="77777777" w:rsidR="00E947A6" w:rsidRDefault="00E947A6" w:rsidP="00021393">
      <w:pPr>
        <w:tabs>
          <w:tab w:val="left" w:pos="1880"/>
        </w:tabs>
      </w:pPr>
    </w:p>
    <w:p w14:paraId="31058322" w14:textId="77777777" w:rsidR="00E947A6" w:rsidRPr="00021393" w:rsidRDefault="00E947A6" w:rsidP="00021393">
      <w:pPr>
        <w:tabs>
          <w:tab w:val="left" w:pos="1880"/>
        </w:tabs>
      </w:pPr>
    </w:p>
    <w:sectPr w:rsidR="00E947A6" w:rsidRPr="00021393" w:rsidSect="005C4970">
      <w:headerReference w:type="default" r:id="rId13"/>
      <w:footerReference w:type="even" r:id="rId14"/>
      <w:footerReference w:type="default" r:id="rId15"/>
      <w:headerReference w:type="first" r:id="rId16"/>
      <w:footerReference w:type="first" r:id="rId17"/>
      <w:pgSz w:w="11906" w:h="16838"/>
      <w:pgMar w:top="2355" w:right="1134" w:bottom="1821" w:left="1134" w:header="708" w:footer="3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E23B4" w14:textId="77777777" w:rsidR="005C4970" w:rsidRDefault="005C4970" w:rsidP="00734B35">
      <w:r>
        <w:separator/>
      </w:r>
    </w:p>
  </w:endnote>
  <w:endnote w:type="continuationSeparator" w:id="0">
    <w:p w14:paraId="0FDA5C3C" w14:textId="77777777" w:rsidR="005C4970" w:rsidRDefault="005C4970" w:rsidP="00734B35">
      <w:r>
        <w:continuationSeparator/>
      </w:r>
    </w:p>
  </w:endnote>
  <w:endnote w:type="continuationNotice" w:id="1">
    <w:p w14:paraId="7A430E11" w14:textId="77777777" w:rsidR="005C4970" w:rsidRDefault="005C49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293759793"/>
      <w:docPartObj>
        <w:docPartGallery w:val="Page Numbers (Bottom of Page)"/>
        <w:docPartUnique/>
      </w:docPartObj>
    </w:sdtPr>
    <w:sdtEndPr>
      <w:rPr>
        <w:rStyle w:val="Numeropagina"/>
      </w:rPr>
    </w:sdtEndPr>
    <w:sdtContent>
      <w:p w14:paraId="709BAA7A" w14:textId="5D2D72AD" w:rsidR="00894CE1" w:rsidRDefault="00894CE1" w:rsidP="002264C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3</w:t>
        </w:r>
        <w:r>
          <w:rPr>
            <w:rStyle w:val="Numeropagina"/>
          </w:rPr>
          <w:fldChar w:fldCharType="end"/>
        </w:r>
      </w:p>
    </w:sdtContent>
  </w:sdt>
  <w:p w14:paraId="78E09485" w14:textId="007D42DD" w:rsidR="00894CE1" w:rsidRPr="00894CE1" w:rsidRDefault="00894CE1" w:rsidP="00894CE1">
    <w:pPr>
      <w:pStyle w:val="NormaleWeb"/>
      <w:spacing w:before="0" w:beforeAutospacing="0" w:after="0" w:afterAutospacing="0"/>
      <w:ind w:left="-567" w:right="360"/>
      <w:jc w:val="center"/>
      <w:textAlignment w:val="top"/>
      <w:rPr>
        <w:rFonts w:asciiTheme="majorHAnsi" w:hAnsiTheme="majorHAnsi" w:cstheme="majorHAnsi"/>
        <w:color w:val="840B26"/>
      </w:rPr>
    </w:pPr>
    <w:r w:rsidRPr="00021393">
      <w:rPr>
        <w:rFonts w:asciiTheme="majorHAnsi" w:hAnsiTheme="majorHAnsi" w:cstheme="majorHAnsi"/>
        <w:b/>
        <w:bCs/>
        <w:noProof/>
        <w:color w:val="840B26"/>
      </w:rPr>
      <mc:AlternateContent>
        <mc:Choice Requires="wps">
          <w:drawing>
            <wp:anchor distT="0" distB="0" distL="114300" distR="114300" simplePos="0" relativeHeight="251658241" behindDoc="0" locked="0" layoutInCell="1" allowOverlap="1" wp14:anchorId="2FB6B8F6" wp14:editId="0FE287B7">
              <wp:simplePos x="0" y="0"/>
              <wp:positionH relativeFrom="column">
                <wp:posOffset>-834390</wp:posOffset>
              </wp:positionH>
              <wp:positionV relativeFrom="paragraph">
                <wp:posOffset>-111760</wp:posOffset>
              </wp:positionV>
              <wp:extent cx="7696200" cy="0"/>
              <wp:effectExtent l="0" t="0" r="12700" b="12700"/>
              <wp:wrapNone/>
              <wp:docPr id="7" name="Connettore 1 7"/>
              <wp:cNvGraphicFramePr/>
              <a:graphic xmlns:a="http://schemas.openxmlformats.org/drawingml/2006/main">
                <a:graphicData uri="http://schemas.microsoft.com/office/word/2010/wordprocessingShape">
                  <wps:wsp>
                    <wps:cNvCnPr/>
                    <wps:spPr>
                      <a:xfrm>
                        <a:off x="0" y="0"/>
                        <a:ext cx="769620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w:pict>
            <v:line w14:anchorId="65A0BBD9" id="Connettore 1 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7pt,-8.8pt" to="540.3pt,-8.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" strokecolor="#a5a5a5 [3206]" strokeweight=".5pt">
              <v:stroke joinstyle="miter"/>
            </v:line>
          </w:pict>
        </mc:Fallback>
      </mc:AlternateContent>
    </w:r>
    <w:r w:rsidRPr="00021393">
      <w:rPr>
        <w:rFonts w:asciiTheme="majorHAnsi" w:hAnsiTheme="majorHAnsi" w:cstheme="majorHAnsi"/>
        <w:b/>
        <w:bCs/>
        <w:color w:val="840B26"/>
      </w:rPr>
      <w:t>Associazione Cyber 4.0</w:t>
    </w:r>
    <w:r w:rsidRPr="00EE381F">
      <w:rPr>
        <w:rFonts w:asciiTheme="majorHAnsi" w:hAnsiTheme="majorHAnsi" w:cstheme="majorHAnsi"/>
        <w:color w:val="840B26"/>
      </w:rPr>
      <w:t xml:space="preserve"> – Piazzale Aldo Moro, 5 – 00185 Roma | Codice fiscale 96418070585</w:t>
    </w:r>
    <w:r>
      <w:rPr>
        <w:rFonts w:asciiTheme="majorHAnsi" w:hAnsiTheme="majorHAnsi" w:cstheme="majorHAnsi"/>
        <w:color w:val="840B26"/>
      </w:rPr>
      <w:t xml:space="preserve"> </w:t>
    </w:r>
    <w:r w:rsidRPr="00EE381F">
      <w:rPr>
        <w:rFonts w:asciiTheme="majorHAnsi" w:hAnsiTheme="majorHAnsi" w:cstheme="majorHAnsi"/>
        <w:color w:val="840B26"/>
      </w:rPr>
      <w:t>|</w:t>
    </w:r>
    <w:r>
      <w:rPr>
        <w:rFonts w:asciiTheme="majorHAnsi" w:hAnsiTheme="majorHAnsi" w:cstheme="majorHAnsi"/>
        <w:color w:val="840B26"/>
      </w:rPr>
      <w:t xml:space="preserve"> </w:t>
    </w:r>
    <w:r w:rsidRPr="009521A0">
      <w:rPr>
        <w:rFonts w:asciiTheme="majorHAnsi" w:hAnsiTheme="majorHAnsi" w:cstheme="majorHAnsi"/>
        <w:color w:val="840B26"/>
      </w:rPr>
      <w:t>P.IVA: 16264201001</w:t>
    </w:r>
    <w:r>
      <w:rPr>
        <w:rFonts w:asciiTheme="majorHAnsi" w:hAnsiTheme="majorHAnsi" w:cstheme="majorHAnsi"/>
        <w:color w:val="840B26"/>
      </w:rPr>
      <w:t xml:space="preserve"> </w:t>
    </w:r>
    <w:r w:rsidRPr="00EE381F">
      <w:rPr>
        <w:rFonts w:asciiTheme="majorHAnsi" w:hAnsiTheme="majorHAnsi" w:cstheme="majorHAnsi"/>
        <w:color w:val="840B26"/>
      </w:rPr>
      <w:t>|</w:t>
    </w:r>
    <w:r>
      <w:rPr>
        <w:rFonts w:asciiTheme="majorHAnsi" w:hAnsiTheme="majorHAnsi" w:cstheme="majorHAnsi"/>
        <w:color w:val="840B26"/>
      </w:rPr>
      <w:t xml:space="preserve"> </w:t>
    </w:r>
    <w:r w:rsidRPr="00EE381F">
      <w:rPr>
        <w:rFonts w:asciiTheme="majorHAnsi" w:hAnsiTheme="majorHAnsi" w:cstheme="majorHAnsi"/>
        <w:color w:val="840B26"/>
      </w:rPr>
      <w:t>Sede operativa: Tecno Polo Roma – Via Ardito Desio, 60 – 00131 Roma</w:t>
    </w:r>
    <w:r>
      <w:rPr>
        <w:rFonts w:asciiTheme="majorHAnsi" w:hAnsiTheme="majorHAnsi" w:cstheme="majorHAnsi"/>
        <w:color w:val="840B26"/>
      </w:rPr>
      <w:t xml:space="preserve"> </w:t>
    </w:r>
    <w:r w:rsidRPr="00EE381F">
      <w:rPr>
        <w:rFonts w:asciiTheme="majorHAnsi" w:hAnsiTheme="majorHAnsi" w:cstheme="majorHAnsi"/>
        <w:color w:val="840B26"/>
      </w:rPr>
      <w:t>|</w:t>
    </w:r>
    <w:r>
      <w:rPr>
        <w:rFonts w:asciiTheme="majorHAnsi" w:hAnsiTheme="majorHAnsi" w:cstheme="majorHAnsi"/>
        <w:color w:val="840B26"/>
      </w:rPr>
      <w:t xml:space="preserve"> cyber4.0@pec.it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color w:val="840B26"/>
        <w:sz w:val="16"/>
        <w:szCs w:val="16"/>
      </w:rPr>
      <w:id w:val="-510833736"/>
      <w:docPartObj>
        <w:docPartGallery w:val="Page Numbers (Bottom of Page)"/>
        <w:docPartUnique/>
      </w:docPartObj>
    </w:sdtPr>
    <w:sdtEndPr/>
    <w:sdtContent>
      <w:p w14:paraId="5E0DC695" w14:textId="3C2571DD" w:rsidR="002264CE" w:rsidRPr="002264CE" w:rsidRDefault="002264CE" w:rsidP="002264CE">
        <w:pPr>
          <w:pStyle w:val="NormaleWeb"/>
          <w:framePr w:wrap="none" w:vAnchor="text" w:hAnchor="page" w:x="11217" w:y="65"/>
          <w:spacing w:before="0" w:beforeAutospacing="0" w:after="0" w:afterAutospacing="0"/>
          <w:ind w:left="-567" w:right="-568"/>
          <w:jc w:val="center"/>
          <w:textAlignment w:val="top"/>
          <w:rPr>
            <w:rFonts w:asciiTheme="minorHAnsi" w:hAnsiTheme="minorHAnsi" w:cstheme="minorHAnsi"/>
            <w:color w:val="840B26"/>
            <w:sz w:val="16"/>
            <w:szCs w:val="16"/>
          </w:rPr>
        </w:pPr>
        <w:r w:rsidRPr="002264CE">
          <w:rPr>
            <w:rFonts w:asciiTheme="minorHAnsi" w:hAnsiTheme="minorHAnsi" w:cstheme="minorHAnsi"/>
            <w:color w:val="840B26"/>
            <w:sz w:val="21"/>
            <w:szCs w:val="21"/>
          </w:rPr>
          <w:fldChar w:fldCharType="begin"/>
        </w:r>
        <w:r w:rsidRPr="002264CE">
          <w:rPr>
            <w:rFonts w:asciiTheme="minorHAnsi" w:hAnsiTheme="minorHAnsi" w:cstheme="minorHAnsi"/>
            <w:color w:val="840B26"/>
            <w:sz w:val="21"/>
            <w:szCs w:val="21"/>
          </w:rPr>
          <w:instrText xml:space="preserve"> PAGE </w:instrText>
        </w:r>
        <w:r w:rsidRPr="002264CE">
          <w:rPr>
            <w:rFonts w:asciiTheme="minorHAnsi" w:hAnsiTheme="minorHAnsi" w:cstheme="minorHAnsi"/>
            <w:color w:val="840B26"/>
            <w:sz w:val="21"/>
            <w:szCs w:val="21"/>
          </w:rPr>
          <w:fldChar w:fldCharType="separate"/>
        </w:r>
        <w:r w:rsidRPr="002264CE">
          <w:rPr>
            <w:rFonts w:asciiTheme="minorHAnsi" w:hAnsiTheme="minorHAnsi" w:cstheme="minorHAnsi"/>
            <w:color w:val="840B26"/>
            <w:sz w:val="21"/>
            <w:szCs w:val="21"/>
          </w:rPr>
          <w:t>2</w:t>
        </w:r>
        <w:r w:rsidRPr="002264CE">
          <w:rPr>
            <w:rFonts w:asciiTheme="minorHAnsi" w:hAnsiTheme="minorHAnsi" w:cstheme="minorHAnsi"/>
            <w:color w:val="840B26"/>
            <w:sz w:val="21"/>
            <w:szCs w:val="21"/>
          </w:rPr>
          <w:fldChar w:fldCharType="end"/>
        </w:r>
      </w:p>
    </w:sdtContent>
  </w:sdt>
  <w:p w14:paraId="551586CB" w14:textId="77777777" w:rsidR="002C5875" w:rsidRDefault="002C5875" w:rsidP="002C5875">
    <w:pPr>
      <w:pStyle w:val="NormaleWeb"/>
      <w:spacing w:before="0" w:beforeAutospacing="0" w:after="0" w:afterAutospacing="0"/>
      <w:ind w:left="-567" w:right="-568"/>
      <w:jc w:val="center"/>
      <w:textAlignment w:val="top"/>
      <w:rPr>
        <w:rFonts w:asciiTheme="minorHAnsi" w:hAnsiTheme="minorHAnsi" w:cstheme="minorHAnsi"/>
        <w:color w:val="840B26"/>
        <w:sz w:val="20"/>
        <w:szCs w:val="20"/>
      </w:rPr>
    </w:pPr>
    <w:r w:rsidRPr="00E83C09">
      <w:rPr>
        <w:rFonts w:asciiTheme="majorHAnsi" w:hAnsiTheme="majorHAnsi" w:cstheme="majorHAnsi"/>
        <w:b/>
        <w:bCs/>
        <w:noProof/>
        <w:color w:val="840B26"/>
        <w:sz w:val="20"/>
        <w:szCs w:val="20"/>
      </w:rPr>
      <mc:AlternateContent>
        <mc:Choice Requires="wps">
          <w:drawing>
            <wp:anchor distT="0" distB="0" distL="114300" distR="114300" simplePos="0" relativeHeight="251658243" behindDoc="0" locked="0" layoutInCell="1" allowOverlap="1" wp14:anchorId="115AF9C3" wp14:editId="6A2C7339">
              <wp:simplePos x="0" y="0"/>
              <wp:positionH relativeFrom="column">
                <wp:posOffset>-834390</wp:posOffset>
              </wp:positionH>
              <wp:positionV relativeFrom="paragraph">
                <wp:posOffset>-111760</wp:posOffset>
              </wp:positionV>
              <wp:extent cx="7696200" cy="0"/>
              <wp:effectExtent l="0" t="0" r="12700" b="12700"/>
              <wp:wrapNone/>
              <wp:docPr id="1398346160" name="Connettore 1 1398346160"/>
              <wp:cNvGraphicFramePr/>
              <a:graphic xmlns:a="http://schemas.openxmlformats.org/drawingml/2006/main">
                <a:graphicData uri="http://schemas.microsoft.com/office/word/2010/wordprocessingShape">
                  <wps:wsp>
                    <wps:cNvCnPr/>
                    <wps:spPr>
                      <a:xfrm>
                        <a:off x="0" y="0"/>
                        <a:ext cx="769620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w:pict>
            <v:line w14:anchorId="477B5F3C" id="Connettore 1 1398346160"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7pt,-8.8pt" to="540.3pt,-8.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" strokecolor="#a5a5a5 [3206]" strokeweight=".5pt">
              <v:stroke joinstyle="miter"/>
            </v:line>
          </w:pict>
        </mc:Fallback>
      </mc:AlternateContent>
    </w:r>
    <w:r w:rsidRPr="00E83C09">
      <w:rPr>
        <w:rFonts w:asciiTheme="majorHAnsi" w:hAnsiTheme="majorHAnsi" w:cstheme="majorHAnsi"/>
        <w:b/>
        <w:bCs/>
        <w:color w:val="840B26"/>
        <w:sz w:val="20"/>
        <w:szCs w:val="20"/>
      </w:rPr>
      <w:t>Associazione Cyber 4.0</w:t>
    </w:r>
    <w:r w:rsidRPr="00E83C09">
      <w:rPr>
        <w:rFonts w:asciiTheme="majorHAnsi" w:hAnsiTheme="majorHAnsi" w:cstheme="majorHAnsi"/>
        <w:color w:val="840B26"/>
        <w:sz w:val="20"/>
        <w:szCs w:val="20"/>
      </w:rPr>
      <w:t xml:space="preserve"> –</w:t>
    </w:r>
    <w:r>
      <w:rPr>
        <w:rFonts w:asciiTheme="minorHAnsi" w:hAnsiTheme="minorHAnsi" w:cstheme="minorHAnsi"/>
        <w:color w:val="840B26"/>
        <w:sz w:val="20"/>
        <w:szCs w:val="20"/>
      </w:rPr>
      <w:t xml:space="preserve"> </w:t>
    </w:r>
    <w:r w:rsidRPr="002264CE">
      <w:rPr>
        <w:rFonts w:asciiTheme="minorHAnsi" w:hAnsiTheme="minorHAnsi" w:cstheme="minorHAnsi"/>
        <w:color w:val="840B26"/>
        <w:sz w:val="20"/>
        <w:szCs w:val="20"/>
      </w:rPr>
      <w:t>Via Ardito Desio, 60 – 00131 Roma</w:t>
    </w:r>
  </w:p>
  <w:p w14:paraId="092F91A0" w14:textId="1D672943" w:rsidR="00734B35" w:rsidRPr="002264CE" w:rsidRDefault="002C5875" w:rsidP="002C5875">
    <w:pPr>
      <w:pStyle w:val="NormaleWeb"/>
      <w:spacing w:before="0" w:beforeAutospacing="0" w:after="0" w:afterAutospacing="0"/>
      <w:ind w:left="-567" w:right="-568"/>
      <w:jc w:val="center"/>
      <w:textAlignment w:val="top"/>
      <w:rPr>
        <w:rFonts w:asciiTheme="minorHAnsi" w:hAnsiTheme="minorHAnsi" w:cstheme="minorHAnsi"/>
        <w:color w:val="840B26"/>
        <w:sz w:val="20"/>
        <w:szCs w:val="20"/>
      </w:rPr>
    </w:pPr>
    <w:r w:rsidRPr="002264CE">
      <w:rPr>
        <w:rFonts w:asciiTheme="minorHAnsi" w:hAnsiTheme="minorHAnsi" w:cstheme="minorHAnsi"/>
        <w:color w:val="840B26"/>
        <w:sz w:val="20"/>
        <w:szCs w:val="20"/>
      </w:rPr>
      <w:t>Codice fiscale 96418070585 | P.IVA: 16264201001</w:t>
    </w:r>
    <w:r>
      <w:rPr>
        <w:rFonts w:asciiTheme="minorHAnsi" w:hAnsiTheme="minorHAnsi" w:cstheme="minorHAnsi"/>
        <w:color w:val="840B26"/>
        <w:sz w:val="20"/>
        <w:szCs w:val="20"/>
      </w:rPr>
      <w:t xml:space="preserve"> </w:t>
    </w:r>
    <w:r w:rsidRPr="002264CE">
      <w:rPr>
        <w:rFonts w:asciiTheme="minorHAnsi" w:hAnsiTheme="minorHAnsi" w:cstheme="minorHAnsi"/>
        <w:color w:val="840B26"/>
        <w:sz w:val="20"/>
        <w:szCs w:val="20"/>
      </w:rPr>
      <w:t xml:space="preserve">| </w:t>
    </w:r>
    <w:hyperlink r:id="rId1" w:history="1">
      <w:r w:rsidRPr="002264CE">
        <w:rPr>
          <w:rFonts w:asciiTheme="minorHAnsi" w:hAnsiTheme="minorHAnsi" w:cstheme="minorHAnsi"/>
          <w:color w:val="840B26"/>
          <w:sz w:val="20"/>
          <w:szCs w:val="20"/>
        </w:rPr>
        <w:t>cyber4.0@pec.it</w:t>
      </w:r>
    </w:hyperlink>
    <w:r w:rsidRPr="002264CE">
      <w:rPr>
        <w:rFonts w:asciiTheme="minorHAnsi" w:hAnsiTheme="minorHAnsi" w:cstheme="minorHAnsi"/>
        <w:color w:val="840B26"/>
        <w:sz w:val="20"/>
        <w:szCs w:val="20"/>
      </w:rPr>
      <w:t xml:space="preserve"> | </w:t>
    </w:r>
    <w:hyperlink r:id="rId2" w:history="1">
      <w:r w:rsidRPr="002264CE">
        <w:rPr>
          <w:rFonts w:asciiTheme="minorHAnsi" w:hAnsiTheme="minorHAnsi" w:cstheme="minorHAnsi"/>
          <w:color w:val="840B26"/>
          <w:sz w:val="20"/>
          <w:szCs w:val="20"/>
        </w:rPr>
        <w:t>cyber@cyber40.it</w:t>
      </w:r>
    </w:hyperlink>
    <w:r w:rsidRPr="002264CE">
      <w:rPr>
        <w:rFonts w:asciiTheme="minorHAnsi" w:hAnsiTheme="minorHAnsi" w:cstheme="minorHAnsi"/>
        <w:color w:val="840B26"/>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03F6" w14:textId="77777777" w:rsidR="002C5875" w:rsidRDefault="00894CE1" w:rsidP="00894CE1">
    <w:pPr>
      <w:pStyle w:val="NormaleWeb"/>
      <w:spacing w:before="0" w:beforeAutospacing="0" w:after="0" w:afterAutospacing="0"/>
      <w:ind w:left="-567" w:right="-568"/>
      <w:jc w:val="center"/>
      <w:textAlignment w:val="top"/>
      <w:rPr>
        <w:rFonts w:asciiTheme="minorHAnsi" w:hAnsiTheme="minorHAnsi" w:cstheme="minorHAnsi"/>
        <w:color w:val="840B26"/>
        <w:sz w:val="20"/>
        <w:szCs w:val="20"/>
      </w:rPr>
    </w:pPr>
    <w:r w:rsidRPr="00E83C09">
      <w:rPr>
        <w:rFonts w:asciiTheme="majorHAnsi" w:hAnsiTheme="majorHAnsi" w:cstheme="majorHAnsi"/>
        <w:b/>
        <w:bCs/>
        <w:noProof/>
        <w:color w:val="840B26"/>
        <w:sz w:val="20"/>
        <w:szCs w:val="20"/>
      </w:rPr>
      <mc:AlternateContent>
        <mc:Choice Requires="wps">
          <w:drawing>
            <wp:anchor distT="0" distB="0" distL="114300" distR="114300" simplePos="0" relativeHeight="251658240" behindDoc="0" locked="0" layoutInCell="1" allowOverlap="1" wp14:anchorId="6C872C82" wp14:editId="18C3594F">
              <wp:simplePos x="0" y="0"/>
              <wp:positionH relativeFrom="column">
                <wp:posOffset>-834390</wp:posOffset>
              </wp:positionH>
              <wp:positionV relativeFrom="paragraph">
                <wp:posOffset>-111760</wp:posOffset>
              </wp:positionV>
              <wp:extent cx="7696200" cy="0"/>
              <wp:effectExtent l="0" t="0" r="12700" b="12700"/>
              <wp:wrapNone/>
              <wp:docPr id="5" name="Connettore 1 5"/>
              <wp:cNvGraphicFramePr/>
              <a:graphic xmlns:a="http://schemas.openxmlformats.org/drawingml/2006/main">
                <a:graphicData uri="http://schemas.microsoft.com/office/word/2010/wordprocessingShape">
                  <wps:wsp>
                    <wps:cNvCnPr/>
                    <wps:spPr>
                      <a:xfrm>
                        <a:off x="0" y="0"/>
                        <a:ext cx="769620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w:pict>
            <v:line w14:anchorId="49D24263" id="Connettore 1 5"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7pt,-8.8pt" to="540.3pt,-8.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" strokecolor="#a5a5a5 [3206]" strokeweight=".5pt">
              <v:stroke joinstyle="miter"/>
            </v:line>
          </w:pict>
        </mc:Fallback>
      </mc:AlternateContent>
    </w:r>
    <w:r w:rsidRPr="00E83C09">
      <w:rPr>
        <w:rFonts w:asciiTheme="majorHAnsi" w:hAnsiTheme="majorHAnsi" w:cstheme="majorHAnsi"/>
        <w:b/>
        <w:bCs/>
        <w:color w:val="840B26"/>
        <w:sz w:val="20"/>
        <w:szCs w:val="20"/>
      </w:rPr>
      <w:t>Associazione Cyber 4.0</w:t>
    </w:r>
    <w:r w:rsidRPr="00E83C09">
      <w:rPr>
        <w:rFonts w:asciiTheme="majorHAnsi" w:hAnsiTheme="majorHAnsi" w:cstheme="majorHAnsi"/>
        <w:color w:val="840B26"/>
        <w:sz w:val="20"/>
        <w:szCs w:val="20"/>
      </w:rPr>
      <w:t xml:space="preserve"> –</w:t>
    </w:r>
    <w:r w:rsidR="002C5875">
      <w:rPr>
        <w:rFonts w:asciiTheme="minorHAnsi" w:hAnsiTheme="minorHAnsi" w:cstheme="minorHAnsi"/>
        <w:color w:val="840B26"/>
        <w:sz w:val="20"/>
        <w:szCs w:val="20"/>
      </w:rPr>
      <w:t xml:space="preserve"> </w:t>
    </w:r>
    <w:r w:rsidR="002C5875" w:rsidRPr="002264CE">
      <w:rPr>
        <w:rFonts w:asciiTheme="minorHAnsi" w:hAnsiTheme="minorHAnsi" w:cstheme="minorHAnsi"/>
        <w:color w:val="840B26"/>
        <w:sz w:val="20"/>
        <w:szCs w:val="20"/>
      </w:rPr>
      <w:t>Via Ardito Desio, 60 – 00131 Roma</w:t>
    </w:r>
  </w:p>
  <w:p w14:paraId="3301ED3C" w14:textId="12F9CBAE" w:rsidR="00894CE1" w:rsidRPr="002264CE" w:rsidRDefault="00894CE1" w:rsidP="002C5875">
    <w:pPr>
      <w:pStyle w:val="NormaleWeb"/>
      <w:spacing w:before="0" w:beforeAutospacing="0" w:after="0" w:afterAutospacing="0"/>
      <w:ind w:left="-567" w:right="-568"/>
      <w:jc w:val="center"/>
      <w:textAlignment w:val="top"/>
      <w:rPr>
        <w:rFonts w:asciiTheme="minorHAnsi" w:hAnsiTheme="minorHAnsi" w:cstheme="minorHAnsi"/>
        <w:color w:val="840B26"/>
        <w:sz w:val="20"/>
        <w:szCs w:val="20"/>
      </w:rPr>
    </w:pPr>
    <w:r w:rsidRPr="002264CE">
      <w:rPr>
        <w:rFonts w:asciiTheme="minorHAnsi" w:hAnsiTheme="minorHAnsi" w:cstheme="minorHAnsi"/>
        <w:color w:val="840B26"/>
        <w:sz w:val="20"/>
        <w:szCs w:val="20"/>
      </w:rPr>
      <w:t>Codice fiscale 96418070585 | P.IVA: 16264201001</w:t>
    </w:r>
    <w:r w:rsidR="002C5875">
      <w:rPr>
        <w:rFonts w:asciiTheme="minorHAnsi" w:hAnsiTheme="minorHAnsi" w:cstheme="minorHAnsi"/>
        <w:color w:val="840B26"/>
        <w:sz w:val="20"/>
        <w:szCs w:val="20"/>
      </w:rPr>
      <w:t xml:space="preserve"> </w:t>
    </w:r>
    <w:r w:rsidRPr="002264CE">
      <w:rPr>
        <w:rFonts w:asciiTheme="minorHAnsi" w:hAnsiTheme="minorHAnsi" w:cstheme="minorHAnsi"/>
        <w:color w:val="840B26"/>
        <w:sz w:val="20"/>
        <w:szCs w:val="20"/>
      </w:rPr>
      <w:t xml:space="preserve">| </w:t>
    </w:r>
    <w:hyperlink r:id="rId1" w:history="1">
      <w:r w:rsidR="002264CE" w:rsidRPr="002264CE">
        <w:rPr>
          <w:rFonts w:asciiTheme="minorHAnsi" w:hAnsiTheme="minorHAnsi" w:cstheme="minorHAnsi"/>
          <w:color w:val="840B26"/>
          <w:sz w:val="20"/>
          <w:szCs w:val="20"/>
        </w:rPr>
        <w:t>cyber4.0@pec.it</w:t>
      </w:r>
    </w:hyperlink>
    <w:r w:rsidR="002264CE" w:rsidRPr="002264CE">
      <w:rPr>
        <w:rFonts w:asciiTheme="minorHAnsi" w:hAnsiTheme="minorHAnsi" w:cstheme="minorHAnsi"/>
        <w:color w:val="840B26"/>
        <w:sz w:val="20"/>
        <w:szCs w:val="20"/>
      </w:rPr>
      <w:t xml:space="preserve"> | </w:t>
    </w:r>
    <w:hyperlink r:id="rId2" w:history="1">
      <w:r w:rsidR="002264CE" w:rsidRPr="002264CE">
        <w:rPr>
          <w:rFonts w:asciiTheme="minorHAnsi" w:hAnsiTheme="minorHAnsi" w:cstheme="minorHAnsi"/>
          <w:color w:val="840B26"/>
          <w:sz w:val="20"/>
          <w:szCs w:val="20"/>
        </w:rPr>
        <w:t>cyber@cyber40.it</w:t>
      </w:r>
    </w:hyperlink>
    <w:r w:rsidR="002264CE" w:rsidRPr="002264CE">
      <w:rPr>
        <w:rFonts w:asciiTheme="minorHAnsi" w:hAnsiTheme="minorHAnsi" w:cstheme="minorHAnsi"/>
        <w:color w:val="840B26"/>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930B0" w14:textId="77777777" w:rsidR="005C4970" w:rsidRDefault="005C4970" w:rsidP="00734B35">
      <w:r>
        <w:separator/>
      </w:r>
    </w:p>
  </w:footnote>
  <w:footnote w:type="continuationSeparator" w:id="0">
    <w:p w14:paraId="1A63E6E2" w14:textId="77777777" w:rsidR="005C4970" w:rsidRDefault="005C4970" w:rsidP="00734B35">
      <w:r>
        <w:continuationSeparator/>
      </w:r>
    </w:p>
  </w:footnote>
  <w:footnote w:type="continuationNotice" w:id="1">
    <w:p w14:paraId="7860FBF8" w14:textId="77777777" w:rsidR="005C4970" w:rsidRDefault="005C49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0206" w14:textId="78A79DDC" w:rsidR="00E83C09" w:rsidRDefault="00BF0D7E" w:rsidP="008263CF">
    <w:pPr>
      <w:pStyle w:val="Intestazione"/>
      <w:jc w:val="right"/>
    </w:pPr>
    <w:r>
      <w:rPr>
        <w:noProof/>
      </w:rPr>
      <w:drawing>
        <wp:anchor distT="0" distB="0" distL="114300" distR="114300" simplePos="0" relativeHeight="251660296" behindDoc="0" locked="0" layoutInCell="1" allowOverlap="1" wp14:anchorId="2372213F" wp14:editId="16C24050">
          <wp:simplePos x="0" y="0"/>
          <wp:positionH relativeFrom="column">
            <wp:posOffset>4418330</wp:posOffset>
          </wp:positionH>
          <wp:positionV relativeFrom="paragraph">
            <wp:posOffset>62865</wp:posOffset>
          </wp:positionV>
          <wp:extent cx="2064385" cy="533400"/>
          <wp:effectExtent l="0" t="0" r="5715" b="0"/>
          <wp:wrapNone/>
          <wp:docPr id="277872939" name="Immagine 277872939" descr="Immagine che contiene testo, Carattere, schermata, Blu elettrico&#10;&#10;Descrizione generata automaticamente">
            <a:extLst xmlns:a="http://schemas.openxmlformats.org/drawingml/2006/main">
              <a:ext uri="{FF2B5EF4-FFF2-40B4-BE49-F238E27FC236}">
                <a16:creationId xmlns:a16="http://schemas.microsoft.com/office/drawing/2014/main" id="{A7A5CB23-3A16-4EE8-B62A-EBD4BC0706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Carattere, schermata, Blu elettrico&#10;&#10;Descrizione generata automaticamente">
                    <a:extLst>
                      <a:ext uri="{FF2B5EF4-FFF2-40B4-BE49-F238E27FC236}">
                        <a16:creationId xmlns:a16="http://schemas.microsoft.com/office/drawing/2014/main" id="{A7A5CB23-3A16-4EE8-B62A-EBD4BC0706E4}"/>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64385" cy="5334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20" behindDoc="0" locked="0" layoutInCell="1" allowOverlap="1" wp14:anchorId="76FA1EF4" wp14:editId="30325A62">
          <wp:simplePos x="0" y="0"/>
          <wp:positionH relativeFrom="column">
            <wp:posOffset>-835660</wp:posOffset>
          </wp:positionH>
          <wp:positionV relativeFrom="paragraph">
            <wp:posOffset>-440055</wp:posOffset>
          </wp:positionV>
          <wp:extent cx="3002915" cy="1503680"/>
          <wp:effectExtent l="0" t="0" r="0" b="0"/>
          <wp:wrapNone/>
          <wp:docPr id="81827219" name="Immagine 81827219" descr="Immagine che contiene Carattere, testo,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Carattere, testo, logo,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3002915" cy="15036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44" behindDoc="0" locked="0" layoutInCell="1" allowOverlap="1" wp14:anchorId="4D803DEC" wp14:editId="0E88C676">
          <wp:simplePos x="0" y="0"/>
          <wp:positionH relativeFrom="column">
            <wp:posOffset>2476695</wp:posOffset>
          </wp:positionH>
          <wp:positionV relativeFrom="paragraph">
            <wp:posOffset>-120650</wp:posOffset>
          </wp:positionV>
          <wp:extent cx="1194435" cy="953770"/>
          <wp:effectExtent l="0" t="0" r="0" b="0"/>
          <wp:wrapNone/>
          <wp:docPr id="45761567" name="Immagine 1" descr="Immagine che contiene cartone animat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146489" name="Immagine 1" descr="Immagine che contiene cartone animato&#10;&#10;Descrizione generata automaticamente"/>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4435" cy="9537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BF4CB" w14:textId="5F4F7EDA" w:rsidR="00894CE1" w:rsidRDefault="00786FE9" w:rsidP="008263CF">
    <w:pPr>
      <w:pStyle w:val="Intestazione"/>
      <w:jc w:val="right"/>
    </w:pPr>
    <w:r>
      <w:rPr>
        <w:noProof/>
      </w:rPr>
      <w:drawing>
        <wp:anchor distT="0" distB="0" distL="114300" distR="114300" simplePos="0" relativeHeight="251658247" behindDoc="0" locked="0" layoutInCell="1" allowOverlap="1" wp14:anchorId="2BAEDAA4" wp14:editId="243C92EA">
          <wp:simplePos x="0" y="0"/>
          <wp:positionH relativeFrom="column">
            <wp:posOffset>-845820</wp:posOffset>
          </wp:positionH>
          <wp:positionV relativeFrom="paragraph">
            <wp:posOffset>-499110</wp:posOffset>
          </wp:positionV>
          <wp:extent cx="3002915" cy="1503680"/>
          <wp:effectExtent l="0" t="0" r="0" b="0"/>
          <wp:wrapNone/>
          <wp:docPr id="4" name="Immagine 4" descr="Immagine che contiene Carattere, testo,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Carattere, testo, log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3002915" cy="15036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8" behindDoc="0" locked="0" layoutInCell="1" allowOverlap="1" wp14:anchorId="0AC90F77" wp14:editId="3B14B3A5">
          <wp:simplePos x="0" y="0"/>
          <wp:positionH relativeFrom="column">
            <wp:posOffset>2483045</wp:posOffset>
          </wp:positionH>
          <wp:positionV relativeFrom="paragraph">
            <wp:posOffset>-183515</wp:posOffset>
          </wp:positionV>
          <wp:extent cx="1194435" cy="953770"/>
          <wp:effectExtent l="0" t="0" r="0" b="0"/>
          <wp:wrapNone/>
          <wp:docPr id="46146489" name="Immagine 1" descr="Immagine che contiene cartone animat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146489" name="Immagine 1" descr="Immagine che contiene cartone animato&#10;&#10;Descrizione generata automaticamente"/>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4435" cy="9537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6" behindDoc="0" locked="0" layoutInCell="1" allowOverlap="1" wp14:anchorId="09317719" wp14:editId="511193F0">
          <wp:simplePos x="0" y="0"/>
          <wp:positionH relativeFrom="column">
            <wp:posOffset>4424875</wp:posOffset>
          </wp:positionH>
          <wp:positionV relativeFrom="paragraph">
            <wp:posOffset>3810</wp:posOffset>
          </wp:positionV>
          <wp:extent cx="2064472" cy="533957"/>
          <wp:effectExtent l="0" t="0" r="0" b="0"/>
          <wp:wrapNone/>
          <wp:docPr id="434501586" name="Immagine 434501586" descr="Immagine che contiene testo, Carattere, schermata, Blu elettrico&#10;&#10;Descrizione generata automaticamente">
            <a:extLst xmlns:a="http://schemas.openxmlformats.org/drawingml/2006/main">
              <a:ext uri="{FF2B5EF4-FFF2-40B4-BE49-F238E27FC236}">
                <a16:creationId xmlns:a16="http://schemas.microsoft.com/office/drawing/2014/main" id="{A7A5CB23-3A16-4EE8-B62A-EBD4BC0706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Carattere, schermata, Blu elettrico&#10;&#10;Descrizione generata automaticamente">
                    <a:extLst>
                      <a:ext uri="{FF2B5EF4-FFF2-40B4-BE49-F238E27FC236}">
                        <a16:creationId xmlns:a16="http://schemas.microsoft.com/office/drawing/2014/main" id="{A7A5CB23-3A16-4EE8-B62A-EBD4BC0706E4}"/>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2064472" cy="5339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5B10A7"/>
    <w:multiLevelType w:val="hybridMultilevel"/>
    <w:tmpl w:val="11E62B62"/>
    <w:lvl w:ilvl="0" w:tplc="FA26207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80713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hideSpellingErrors/>
  <w:hideGrammaticalErrors/>
  <w:proofState w:spelling="clean" w:grammar="clean"/>
  <w:attachedTemplate r:id="rId1"/>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1A0"/>
    <w:rsid w:val="00021393"/>
    <w:rsid w:val="0003192A"/>
    <w:rsid w:val="000D5C1B"/>
    <w:rsid w:val="001A1C5D"/>
    <w:rsid w:val="00221164"/>
    <w:rsid w:val="002264CE"/>
    <w:rsid w:val="002C5875"/>
    <w:rsid w:val="003243DA"/>
    <w:rsid w:val="004629EA"/>
    <w:rsid w:val="00470C98"/>
    <w:rsid w:val="00523F08"/>
    <w:rsid w:val="005736D7"/>
    <w:rsid w:val="005C4970"/>
    <w:rsid w:val="006D00BA"/>
    <w:rsid w:val="00734B35"/>
    <w:rsid w:val="00786FE9"/>
    <w:rsid w:val="008263CF"/>
    <w:rsid w:val="00894CE1"/>
    <w:rsid w:val="008B1076"/>
    <w:rsid w:val="00904651"/>
    <w:rsid w:val="009341E2"/>
    <w:rsid w:val="009521A0"/>
    <w:rsid w:val="00A87E92"/>
    <w:rsid w:val="00AE7EE6"/>
    <w:rsid w:val="00AF37BE"/>
    <w:rsid w:val="00BF0D7E"/>
    <w:rsid w:val="00D1755F"/>
    <w:rsid w:val="00D364F5"/>
    <w:rsid w:val="00D66B9C"/>
    <w:rsid w:val="00E76AE2"/>
    <w:rsid w:val="00E83C09"/>
    <w:rsid w:val="00E947A6"/>
    <w:rsid w:val="00EE381F"/>
    <w:rsid w:val="00FD2CF5"/>
    <w:rsid w:val="00FE6A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9CF215"/>
  <w15:chartTrackingRefBased/>
  <w15:docId w15:val="{0F58581F-967D-6A43-944D-81FD3A583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94CE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34B35"/>
    <w:pPr>
      <w:tabs>
        <w:tab w:val="center" w:pos="4819"/>
        <w:tab w:val="right" w:pos="9638"/>
      </w:tabs>
    </w:pPr>
  </w:style>
  <w:style w:type="character" w:customStyle="1" w:styleId="IntestazioneCarattere">
    <w:name w:val="Intestazione Carattere"/>
    <w:basedOn w:val="Carpredefinitoparagrafo"/>
    <w:link w:val="Intestazione"/>
    <w:uiPriority w:val="99"/>
    <w:rsid w:val="00734B35"/>
  </w:style>
  <w:style w:type="paragraph" w:styleId="Pidipagina">
    <w:name w:val="footer"/>
    <w:basedOn w:val="Normale"/>
    <w:link w:val="PidipaginaCarattere"/>
    <w:uiPriority w:val="99"/>
    <w:unhideWhenUsed/>
    <w:rsid w:val="00734B35"/>
    <w:pPr>
      <w:tabs>
        <w:tab w:val="center" w:pos="4819"/>
        <w:tab w:val="right" w:pos="9638"/>
      </w:tabs>
    </w:pPr>
  </w:style>
  <w:style w:type="character" w:customStyle="1" w:styleId="PidipaginaCarattere">
    <w:name w:val="Piè di pagina Carattere"/>
    <w:basedOn w:val="Carpredefinitoparagrafo"/>
    <w:link w:val="Pidipagina"/>
    <w:uiPriority w:val="99"/>
    <w:rsid w:val="00734B35"/>
  </w:style>
  <w:style w:type="paragraph" w:styleId="NormaleWeb">
    <w:name w:val="Normal (Web)"/>
    <w:basedOn w:val="Normale"/>
    <w:uiPriority w:val="99"/>
    <w:unhideWhenUsed/>
    <w:rsid w:val="00EE381F"/>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34"/>
    <w:qFormat/>
    <w:rsid w:val="00894CE1"/>
    <w:pPr>
      <w:ind w:left="720"/>
      <w:contextualSpacing/>
    </w:pPr>
  </w:style>
  <w:style w:type="character" w:styleId="Numeropagina">
    <w:name w:val="page number"/>
    <w:basedOn w:val="Carpredefinitoparagrafo"/>
    <w:uiPriority w:val="99"/>
    <w:semiHidden/>
    <w:unhideWhenUsed/>
    <w:rsid w:val="00894CE1"/>
  </w:style>
  <w:style w:type="character" w:styleId="Collegamentoipertestuale">
    <w:name w:val="Hyperlink"/>
    <w:basedOn w:val="Carpredefinitoparagrafo"/>
    <w:uiPriority w:val="99"/>
    <w:unhideWhenUsed/>
    <w:rsid w:val="002264CE"/>
    <w:rPr>
      <w:color w:val="0563C1" w:themeColor="hyperlink"/>
      <w:u w:val="single"/>
    </w:rPr>
  </w:style>
  <w:style w:type="character" w:styleId="Menzionenonrisolta">
    <w:name w:val="Unresolved Mention"/>
    <w:basedOn w:val="Carpredefinitoparagrafo"/>
    <w:uiPriority w:val="99"/>
    <w:semiHidden/>
    <w:unhideWhenUsed/>
    <w:rsid w:val="002264CE"/>
    <w:rPr>
      <w:color w:val="605E5C"/>
      <w:shd w:val="clear" w:color="auto" w:fill="E1DFDD"/>
    </w:rPr>
  </w:style>
  <w:style w:type="table" w:styleId="Grigliatabella">
    <w:name w:val="Table Grid"/>
    <w:basedOn w:val="Tabellanormale"/>
    <w:uiPriority w:val="39"/>
    <w:rsid w:val="00FE6A0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Tabelle">
    <w:name w:val="Testo Tabelle"/>
    <w:basedOn w:val="Normale"/>
    <w:qFormat/>
    <w:rsid w:val="00FE6A04"/>
    <w:pPr>
      <w:widowControl w:val="0"/>
      <w:spacing w:line="288" w:lineRule="auto"/>
    </w:pPr>
    <w:rPr>
      <w:rFonts w:eastAsia="Times New Roman" w:cstheme="minorHAnsi"/>
      <w:bCs/>
      <w:sz w:val="18"/>
      <w:szCs w:val="14"/>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970065">
      <w:bodyDiv w:val="1"/>
      <w:marLeft w:val="0"/>
      <w:marRight w:val="0"/>
      <w:marTop w:val="0"/>
      <w:marBottom w:val="0"/>
      <w:divBdr>
        <w:top w:val="none" w:sz="0" w:space="0" w:color="auto"/>
        <w:left w:val="none" w:sz="0" w:space="0" w:color="auto"/>
        <w:bottom w:val="none" w:sz="0" w:space="0" w:color="auto"/>
        <w:right w:val="none" w:sz="0" w:space="0" w:color="auto"/>
      </w:divBdr>
      <w:divsChild>
        <w:div w:id="171383876">
          <w:marLeft w:val="-540"/>
          <w:marRight w:val="0"/>
          <w:marTop w:val="0"/>
          <w:marBottom w:val="0"/>
          <w:divBdr>
            <w:top w:val="none" w:sz="0" w:space="0" w:color="auto"/>
            <w:left w:val="none" w:sz="0" w:space="0" w:color="auto"/>
            <w:bottom w:val="none" w:sz="0" w:space="0" w:color="auto"/>
            <w:right w:val="none" w:sz="0" w:space="0" w:color="auto"/>
          </w:divBdr>
          <w:divsChild>
            <w:div w:id="681469559">
              <w:marLeft w:val="0"/>
              <w:marRight w:val="0"/>
              <w:marTop w:val="0"/>
              <w:marBottom w:val="0"/>
              <w:divBdr>
                <w:top w:val="none" w:sz="0" w:space="0" w:color="auto"/>
                <w:left w:val="none" w:sz="0" w:space="0" w:color="auto"/>
                <w:bottom w:val="none" w:sz="0" w:space="0" w:color="auto"/>
                <w:right w:val="none" w:sz="0" w:space="0" w:color="auto"/>
              </w:divBdr>
              <w:divsChild>
                <w:div w:id="1699114032">
                  <w:marLeft w:val="0"/>
                  <w:marRight w:val="0"/>
                  <w:marTop w:val="0"/>
                  <w:marBottom w:val="0"/>
                  <w:divBdr>
                    <w:top w:val="none" w:sz="0" w:space="0" w:color="auto"/>
                    <w:left w:val="none" w:sz="0" w:space="0" w:color="auto"/>
                    <w:bottom w:val="none" w:sz="0" w:space="0" w:color="auto"/>
                    <w:right w:val="none" w:sz="0" w:space="0" w:color="auto"/>
                  </w:divBdr>
                  <w:divsChild>
                    <w:div w:id="1177773890">
                      <w:marLeft w:val="0"/>
                      <w:marRight w:val="0"/>
                      <w:marTop w:val="0"/>
                      <w:marBottom w:val="0"/>
                      <w:divBdr>
                        <w:top w:val="none" w:sz="0" w:space="0" w:color="auto"/>
                        <w:left w:val="none" w:sz="0" w:space="0" w:color="auto"/>
                        <w:bottom w:val="none" w:sz="0" w:space="0" w:color="auto"/>
                        <w:right w:val="none" w:sz="0" w:space="0" w:color="auto"/>
                      </w:divBdr>
                      <w:divsChild>
                        <w:div w:id="1049888720">
                          <w:marLeft w:val="0"/>
                          <w:marRight w:val="0"/>
                          <w:marTop w:val="0"/>
                          <w:marBottom w:val="0"/>
                          <w:divBdr>
                            <w:top w:val="none" w:sz="0" w:space="0" w:color="auto"/>
                            <w:left w:val="none" w:sz="0" w:space="0" w:color="auto"/>
                            <w:bottom w:val="none" w:sz="0" w:space="0" w:color="auto"/>
                            <w:right w:val="none" w:sz="0" w:space="0" w:color="auto"/>
                          </w:divBdr>
                          <w:divsChild>
                            <w:div w:id="97557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yber40.it/y"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mailto:cyber@cyber40.it" TargetMode="External"/><Relationship Id="rId1" Type="http://schemas.openxmlformats.org/officeDocument/2006/relationships/hyperlink" Target="mailto:cyber4.0@pec.it"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cyber@cyber40.it" TargetMode="External"/><Relationship Id="rId1" Type="http://schemas.openxmlformats.org/officeDocument/2006/relationships/hyperlink" Target="mailto:cyber4.0@pec.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pn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iovannabuono/Library/Group%20Containers/UBF8T346G9.Office/User%20Content.localized/Templates.localized/Intestazione%20Cyber%204.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5105024BA41E14DB30018A67779761E" ma:contentTypeVersion="20" ma:contentTypeDescription="Creare un nuovo documento." ma:contentTypeScope="" ma:versionID="140357b76e53b2f024c07accc2aa03ea">
  <xsd:schema xmlns:xsd="http://www.w3.org/2001/XMLSchema" xmlns:xs="http://www.w3.org/2001/XMLSchema" xmlns:p="http://schemas.microsoft.com/office/2006/metadata/properties" xmlns:ns2="85f98fa3-70c2-4606-8f31-d198f44f230b" xmlns:ns3="a237e469-12eb-4a59-ac86-f1f44c388d65" targetNamespace="http://schemas.microsoft.com/office/2006/metadata/properties" ma:root="true" ma:fieldsID="9224c8f3e116aabdb94c4131baf2723d" ns2:_="" ns3:_="">
    <xsd:import namespace="85f98fa3-70c2-4606-8f31-d198f44f230b"/>
    <xsd:import namespace="a237e469-12eb-4a59-ac86-f1f44c388d6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element ref="ns2:Numerazionecronologica" minOccurs="0"/>
                <xsd:element ref="ns2:Date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98fa3-70c2-4606-8f31-d198f44f2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0917be6b-fcce-451a-82e3-d2570e61dc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umerazionecronologica" ma:index="26" nillable="true" ma:displayName="Numerazione cronologica" ma:format="Dropdown" ma:internalName="Numerazionecronologica" ma:percentage="FALSE">
      <xsd:simpleType>
        <xsd:restriction base="dms:Number"/>
      </xsd:simpleType>
    </xsd:element>
    <xsd:element name="DateTime" ma:index="27" nillable="true" ma:displayName="Date &amp; Time" ma:format="DateOnly" ma:internalName="Date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237e469-12eb-4a59-ac86-f1f44c388d65"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ab35192-59c0-4207-a2d2-ab5908bd6e0b}" ma:internalName="TaxCatchAll" ma:showField="CatchAllData" ma:web="a237e469-12eb-4a59-ac86-f1f44c388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237e469-12eb-4a59-ac86-f1f44c388d65" xsi:nil="true"/>
    <DateTime xmlns="85f98fa3-70c2-4606-8f31-d198f44f230b" xsi:nil="true"/>
    <Numerazionecronologica xmlns="85f98fa3-70c2-4606-8f31-d198f44f230b" xsi:nil="true"/>
    <lcf76f155ced4ddcb4097134ff3c332f xmlns="85f98fa3-70c2-4606-8f31-d198f44f230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01861E-9A9B-5847-98FB-CD7FD4C1CB36}">
  <ds:schemaRefs>
    <ds:schemaRef ds:uri="http://schemas.openxmlformats.org/officeDocument/2006/bibliography"/>
  </ds:schemaRefs>
</ds:datastoreItem>
</file>

<file path=customXml/itemProps2.xml><?xml version="1.0" encoding="utf-8"?>
<ds:datastoreItem xmlns:ds="http://schemas.openxmlformats.org/officeDocument/2006/customXml" ds:itemID="{EC8C8741-8AB8-47A7-9DD0-51055CD9B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98fa3-70c2-4606-8f31-d198f44f230b"/>
    <ds:schemaRef ds:uri="a237e469-12eb-4a59-ac86-f1f44c388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497D67-B28E-4C68-9BCD-39ED65A2C10C}">
  <ds:schemaRefs>
    <ds:schemaRef ds:uri="http://schemas.microsoft.com/office/2006/metadata/properties"/>
    <ds:schemaRef ds:uri="http://schemas.microsoft.com/office/infopath/2007/PartnerControls"/>
    <ds:schemaRef ds:uri="a237e469-12eb-4a59-ac86-f1f44c388d65"/>
    <ds:schemaRef ds:uri="85f98fa3-70c2-4606-8f31-d198f44f230b"/>
  </ds:schemaRefs>
</ds:datastoreItem>
</file>

<file path=customXml/itemProps4.xml><?xml version="1.0" encoding="utf-8"?>
<ds:datastoreItem xmlns:ds="http://schemas.openxmlformats.org/officeDocument/2006/customXml" ds:itemID="{0E1EF486-39F6-4A48-A07A-3B637B240F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Intestazione Cyber 4.0.dotx</Template>
  <TotalTime>8</TotalTime>
  <Pages>8</Pages>
  <Words>1633</Words>
  <Characters>9311</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Alessio Gerbaldi</cp:lastModifiedBy>
  <cp:revision>8</cp:revision>
  <dcterms:created xsi:type="dcterms:W3CDTF">2024-04-11T15:28:00Z</dcterms:created>
  <dcterms:modified xsi:type="dcterms:W3CDTF">2024-04-15T09:16:00Z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0x010100E5105024BA41E14DB30018A67779761E</vt:lpwstr>
  </property>
  <property fmtid="{D5CDD505-2E9C-101B-9397-08002B2CF9AE}" pid="3" name="MediaServiceImageTags">
    <vt:lpwstr/>
  </property>
</Properties>
</file>